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A06A5E" w:rsidRPr="00387875" w14:paraId="0A4241B5" w14:textId="77777777" w:rsidTr="00EB510E">
        <w:tc>
          <w:tcPr>
            <w:tcW w:w="1208" w:type="dxa"/>
          </w:tcPr>
          <w:p w14:paraId="46E82A14" w14:textId="77777777" w:rsidR="00A06A5E" w:rsidRPr="001E471C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E471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3A327B1" w14:textId="77777777" w:rsidR="00A06A5E" w:rsidRPr="0036046F" w:rsidRDefault="00A06A5E" w:rsidP="0036046F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36046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353696C1" w14:textId="77777777" w:rsidR="00A06A5E" w:rsidRPr="001E471C" w:rsidRDefault="00A06A5E" w:rsidP="00D17F30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E471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06A5E" w:rsidRPr="00DA2326" w14:paraId="175910B8" w14:textId="77777777" w:rsidTr="00EB510E">
        <w:tc>
          <w:tcPr>
            <w:tcW w:w="1208" w:type="dxa"/>
          </w:tcPr>
          <w:p w14:paraId="2ADF7D32" w14:textId="104A44F9" w:rsidR="00A06A5E" w:rsidRPr="001E471C" w:rsidRDefault="006967B3" w:rsidP="00EB510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07916902</w:t>
            </w:r>
          </w:p>
        </w:tc>
        <w:tc>
          <w:tcPr>
            <w:tcW w:w="1867" w:type="dxa"/>
          </w:tcPr>
          <w:p w14:paraId="583E4BF2" w14:textId="362DC4FF" w:rsidR="00A06A5E" w:rsidRDefault="003C0E8B" w:rsidP="003C0E8B">
            <w:pPr>
              <w:jc w:val="center"/>
              <w:rPr>
                <w:rFonts w:ascii="Poppins" w:hAnsi="Poppins" w:cs="Poppins"/>
                <w:sz w:val="20"/>
              </w:rPr>
            </w:pPr>
            <w:r w:rsidRPr="003C0E8B">
              <w:rPr>
                <w:rFonts w:ascii="Poppins" w:hAnsi="Poppins" w:cs="Poppins"/>
                <w:sz w:val="20"/>
              </w:rPr>
              <w:t>Termoregolatore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C0E8B">
              <w:rPr>
                <w:rFonts w:ascii="Poppins" w:hAnsi="Poppins" w:cs="Poppins"/>
                <w:sz w:val="20"/>
              </w:rPr>
              <w:t>Power IdroLAN</w:t>
            </w:r>
            <w:r>
              <w:rPr>
                <w:rFonts w:ascii="Poppins" w:hAnsi="Poppins" w:cs="Poppins"/>
                <w:sz w:val="20"/>
              </w:rPr>
              <w:t xml:space="preserve"> 2.0</w:t>
            </w:r>
          </w:p>
          <w:p w14:paraId="5DB9C948" w14:textId="356B2351" w:rsidR="003C0E8B" w:rsidRPr="0036046F" w:rsidRDefault="003C0E8B" w:rsidP="003C0E8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LPV11 DC</w:t>
            </w:r>
          </w:p>
        </w:tc>
        <w:tc>
          <w:tcPr>
            <w:tcW w:w="6525" w:type="dxa"/>
          </w:tcPr>
          <w:p w14:paraId="1C20D571" w14:textId="79580A76" w:rsidR="006652F4" w:rsidRDefault="003C0E8B" w:rsidP="0036046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Termoregolatore Power IdroLAN 2.0 LPV11 per ventilatori DC (0 – 10 Vdc).</w:t>
            </w:r>
          </w:p>
          <w:p w14:paraId="7EDC2895" w14:textId="486201CD" w:rsidR="006652F4" w:rsidRDefault="006652F4" w:rsidP="0036046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652F4">
              <w:rPr>
                <w:rFonts w:ascii="Poppins" w:hAnsi="Poppins" w:cs="Poppins"/>
              </w:rPr>
              <w:t xml:space="preserve">È </w:t>
            </w:r>
            <w:r>
              <w:rPr>
                <w:rFonts w:ascii="Poppins" w:hAnsi="Poppins" w:cs="Poppins"/>
              </w:rPr>
              <w:t>costituito da una scheda elettronica</w:t>
            </w:r>
            <w:r w:rsidR="00D243A0">
              <w:rPr>
                <w:rFonts w:ascii="Poppins" w:hAnsi="Poppins" w:cs="Poppins"/>
              </w:rPr>
              <w:t xml:space="preserve"> (alimentata con la stessa tensione dell’unità di condizionamento – 230 Vac)</w:t>
            </w:r>
            <w:r>
              <w:rPr>
                <w:rFonts w:ascii="Poppins" w:hAnsi="Poppins" w:cs="Poppins"/>
              </w:rPr>
              <w:t xml:space="preserve"> alloggiata nel quadro elettrico dell’unità terminale.</w:t>
            </w:r>
          </w:p>
          <w:p w14:paraId="545F9EBF" w14:textId="2A181BCB" w:rsidR="006652F4" w:rsidRDefault="00806ACB" w:rsidP="0036046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Impiega un microprocessore di ultima generazione ad elevate prestazioni che gestisce le 3 porte seriali (RS485): ModBus, LocalBus e ConsoleBus.</w:t>
            </w:r>
          </w:p>
          <w:p w14:paraId="025F9895" w14:textId="77777777" w:rsidR="00806ACB" w:rsidRDefault="00806ACB" w:rsidP="0036046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AB60D68" w14:textId="7CC9DABF" w:rsidR="00954EA7" w:rsidRDefault="00954EA7" w:rsidP="0036046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scheda Power IdroLAN 2.0</w:t>
            </w:r>
            <w:r w:rsidR="009402ED">
              <w:rPr>
                <w:rFonts w:ascii="Poppins" w:hAnsi="Poppins" w:cs="Poppins"/>
              </w:rPr>
              <w:t xml:space="preserve"> ha un indirizzo </w:t>
            </w:r>
            <w:r w:rsidR="0071067E">
              <w:rPr>
                <w:rFonts w:ascii="Poppins" w:hAnsi="Poppins" w:cs="Poppins"/>
              </w:rPr>
              <w:t>ModBus, necessario per l’identificazione e la gestione della stessa nel caso di un sistema centralizzato</w:t>
            </w:r>
            <w:r w:rsidR="005F764B">
              <w:rPr>
                <w:rFonts w:ascii="Poppins" w:hAnsi="Poppins" w:cs="Poppins"/>
              </w:rPr>
              <w:t>.</w:t>
            </w:r>
          </w:p>
          <w:p w14:paraId="15DCC094" w14:textId="77777777" w:rsidR="006652F4" w:rsidRDefault="006652F4" w:rsidP="0036046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A97C866" w14:textId="10BE0C8F" w:rsidR="006652F4" w:rsidRDefault="006652F4" w:rsidP="0036046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Il termoregolatore è a corredo delle cassette ECI.</w:t>
            </w:r>
          </w:p>
          <w:p w14:paraId="39B4AF16" w14:textId="77777777" w:rsidR="0036046F" w:rsidRDefault="0036046F" w:rsidP="0036046F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932A7B8" w14:textId="66DC4699" w:rsidR="00A06A5E" w:rsidRPr="001E471C" w:rsidRDefault="0036046F" w:rsidP="002D3C4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E471C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1E471C">
              <w:rPr>
                <w:rFonts w:ascii="Poppins" w:hAnsi="Poppins" w:cs="Poppins"/>
                <w:b/>
                <w:bCs/>
              </w:rPr>
              <w:t xml:space="preserve"> - Modello </w:t>
            </w:r>
            <w:r w:rsidR="003C0E8B" w:rsidRPr="003C0E8B">
              <w:rPr>
                <w:rFonts w:ascii="Poppins" w:hAnsi="Poppins" w:cs="Poppins"/>
                <w:b/>
                <w:bCs/>
              </w:rPr>
              <w:t>Termoregolatore Power IdroLAN 2.0</w:t>
            </w:r>
            <w:r w:rsidR="002D3C45">
              <w:rPr>
                <w:rFonts w:ascii="Poppins" w:hAnsi="Poppins" w:cs="Poppins"/>
                <w:b/>
                <w:bCs/>
              </w:rPr>
              <w:t xml:space="preserve"> </w:t>
            </w:r>
            <w:r w:rsidR="003C0E8B" w:rsidRPr="003C0E8B">
              <w:rPr>
                <w:rFonts w:ascii="Poppins" w:hAnsi="Poppins" w:cs="Poppins"/>
                <w:b/>
                <w:bCs/>
              </w:rPr>
              <w:t>LPV11 DC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1E471C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9507F4" w:rsidRPr="00DA2326" w14:paraId="29E84526" w14:textId="77777777" w:rsidTr="00EB510E">
        <w:tc>
          <w:tcPr>
            <w:tcW w:w="1208" w:type="dxa"/>
          </w:tcPr>
          <w:p w14:paraId="45675F53" w14:textId="7E1F26AA" w:rsidR="009507F4" w:rsidRDefault="009507F4" w:rsidP="009507F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07916907</w:t>
            </w:r>
          </w:p>
        </w:tc>
        <w:tc>
          <w:tcPr>
            <w:tcW w:w="1867" w:type="dxa"/>
          </w:tcPr>
          <w:p w14:paraId="36C12AF8" w14:textId="77777777" w:rsidR="009507F4" w:rsidRDefault="009507F4" w:rsidP="009507F4">
            <w:pPr>
              <w:jc w:val="center"/>
              <w:rPr>
                <w:rFonts w:ascii="Poppins" w:hAnsi="Poppins" w:cs="Poppins"/>
                <w:sz w:val="20"/>
              </w:rPr>
            </w:pPr>
            <w:r w:rsidRPr="003C0E8B">
              <w:rPr>
                <w:rFonts w:ascii="Poppins" w:hAnsi="Poppins" w:cs="Poppins"/>
                <w:sz w:val="20"/>
              </w:rPr>
              <w:t>Termoregolatore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C0E8B">
              <w:rPr>
                <w:rFonts w:ascii="Poppins" w:hAnsi="Poppins" w:cs="Poppins"/>
                <w:sz w:val="20"/>
              </w:rPr>
              <w:t>Power IdroLAN</w:t>
            </w:r>
            <w:r>
              <w:rPr>
                <w:rFonts w:ascii="Poppins" w:hAnsi="Poppins" w:cs="Poppins"/>
                <w:sz w:val="20"/>
              </w:rPr>
              <w:t xml:space="preserve"> 2.0</w:t>
            </w:r>
          </w:p>
          <w:p w14:paraId="29C0CB0B" w14:textId="371221DD" w:rsidR="009507F4" w:rsidRPr="0036046F" w:rsidRDefault="009507F4" w:rsidP="009507F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LPV11 </w:t>
            </w:r>
            <w:r>
              <w:rPr>
                <w:rFonts w:ascii="Poppins" w:hAnsi="Poppins" w:cs="Poppins"/>
                <w:sz w:val="20"/>
              </w:rPr>
              <w:t>A</w:t>
            </w:r>
            <w:r>
              <w:rPr>
                <w:rFonts w:ascii="Poppins" w:hAnsi="Poppins" w:cs="Poppins"/>
                <w:sz w:val="20"/>
              </w:rPr>
              <w:t>C</w:t>
            </w:r>
          </w:p>
        </w:tc>
        <w:tc>
          <w:tcPr>
            <w:tcW w:w="6525" w:type="dxa"/>
          </w:tcPr>
          <w:p w14:paraId="55159A8D" w14:textId="5AC64BB9" w:rsidR="009507F4" w:rsidRDefault="009507F4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Termoregolatore Power IdroLAN 2.0 LPV11 per ventilatori </w:t>
            </w:r>
            <w:r>
              <w:rPr>
                <w:rFonts w:ascii="Poppins" w:hAnsi="Poppins" w:cs="Poppins"/>
              </w:rPr>
              <w:t>AC</w:t>
            </w:r>
            <w:r>
              <w:rPr>
                <w:rFonts w:ascii="Poppins" w:hAnsi="Poppins" w:cs="Poppins"/>
              </w:rPr>
              <w:t>.</w:t>
            </w:r>
          </w:p>
          <w:p w14:paraId="38D6FD8C" w14:textId="77777777" w:rsidR="009507F4" w:rsidRDefault="009507F4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652F4">
              <w:rPr>
                <w:rFonts w:ascii="Poppins" w:hAnsi="Poppins" w:cs="Poppins"/>
              </w:rPr>
              <w:t xml:space="preserve">È </w:t>
            </w:r>
            <w:r>
              <w:rPr>
                <w:rFonts w:ascii="Poppins" w:hAnsi="Poppins" w:cs="Poppins"/>
              </w:rPr>
              <w:t>costituito da una scheda elettronica (alimentata con la stessa tensione dell’unità di condizionamento – 230 Vac) alloggiata nel quadro elettrico dell’unità terminale.</w:t>
            </w:r>
          </w:p>
          <w:p w14:paraId="2AC9B409" w14:textId="77777777" w:rsidR="009507F4" w:rsidRDefault="009507F4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Impiega un microprocessore di ultima generazione ad elevate prestazioni che gestisce le 3 porte seriali (RS485): ModBus, LocalBus e ConsoleBus.</w:t>
            </w:r>
          </w:p>
          <w:p w14:paraId="170C7E63" w14:textId="77777777" w:rsidR="009507F4" w:rsidRDefault="009507F4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5594985" w14:textId="77777777" w:rsidR="009507F4" w:rsidRDefault="009507F4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scheda Power IdroLAN 2.0 ha un indirizzo ModBus, necessario per l’identificazione e la gestione della stessa nel caso di un sistema centralizzato.</w:t>
            </w:r>
          </w:p>
          <w:p w14:paraId="5D665DF0" w14:textId="77777777" w:rsidR="009507F4" w:rsidRDefault="009507F4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B2EAC3C" w14:textId="77777777" w:rsidR="009507F4" w:rsidRDefault="009507F4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Il termoregolatore è a corredo delle cassette ECI.</w:t>
            </w:r>
          </w:p>
          <w:p w14:paraId="089250CB" w14:textId="77777777" w:rsidR="009507F4" w:rsidRDefault="009507F4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43A414E" w14:textId="4ACC083E" w:rsidR="009507F4" w:rsidRPr="001E471C" w:rsidRDefault="009507F4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E471C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1E471C">
              <w:rPr>
                <w:rFonts w:ascii="Poppins" w:hAnsi="Poppins" w:cs="Poppins"/>
                <w:b/>
                <w:bCs/>
              </w:rPr>
              <w:t xml:space="preserve"> - Modello </w:t>
            </w:r>
            <w:r w:rsidRPr="003C0E8B">
              <w:rPr>
                <w:rFonts w:ascii="Poppins" w:hAnsi="Poppins" w:cs="Poppins"/>
                <w:b/>
                <w:bCs/>
              </w:rPr>
              <w:t>Termoregolatore Power IdroLAN 2.0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3C0E8B">
              <w:rPr>
                <w:rFonts w:ascii="Poppins" w:hAnsi="Poppins" w:cs="Poppins"/>
                <w:b/>
                <w:bCs/>
              </w:rPr>
              <w:t xml:space="preserve">LPV11 </w:t>
            </w:r>
            <w:r>
              <w:rPr>
                <w:rFonts w:ascii="Poppins" w:hAnsi="Poppins" w:cs="Poppins"/>
                <w:b/>
                <w:bCs/>
              </w:rPr>
              <w:t>A</w:t>
            </w:r>
            <w:r w:rsidRPr="003C0E8B">
              <w:rPr>
                <w:rFonts w:ascii="Poppins" w:hAnsi="Poppins" w:cs="Poppins"/>
                <w:b/>
                <w:bCs/>
              </w:rPr>
              <w:t>C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1E471C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9507F4" w:rsidRPr="00DA2326" w14:paraId="1E94F81E" w14:textId="77777777" w:rsidTr="00EB510E">
        <w:tc>
          <w:tcPr>
            <w:tcW w:w="1208" w:type="dxa"/>
          </w:tcPr>
          <w:p w14:paraId="282BC1D7" w14:textId="08207B33" w:rsidR="009507F4" w:rsidRDefault="009507F4" w:rsidP="009507F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07916842</w:t>
            </w:r>
          </w:p>
        </w:tc>
        <w:tc>
          <w:tcPr>
            <w:tcW w:w="1867" w:type="dxa"/>
          </w:tcPr>
          <w:p w14:paraId="0C01C33A" w14:textId="77777777" w:rsidR="00941A26" w:rsidRDefault="00941A26" w:rsidP="009507F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Console LCD 2.0 bianca</w:t>
            </w:r>
          </w:p>
          <w:p w14:paraId="31B82F78" w14:textId="4DCEA7A2" w:rsidR="009507F4" w:rsidRPr="0036046F" w:rsidRDefault="00941A26" w:rsidP="009507F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esterna alla parete</w:t>
            </w:r>
          </w:p>
        </w:tc>
        <w:tc>
          <w:tcPr>
            <w:tcW w:w="6525" w:type="dxa"/>
          </w:tcPr>
          <w:p w14:paraId="5D24E9F5" w14:textId="65CC981F" w:rsidR="009507F4" w:rsidRDefault="00941A26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Console LDC</w:t>
            </w:r>
            <w:r w:rsidR="00AD0A0A">
              <w:rPr>
                <w:rFonts w:ascii="Poppins" w:hAnsi="Poppins" w:cs="Poppins"/>
              </w:rPr>
              <w:t xml:space="preserve"> fornita completa di fondo in plastica per installazione esterna alla parete.</w:t>
            </w:r>
          </w:p>
          <w:p w14:paraId="039ECA2B" w14:textId="613925FB" w:rsidR="00AD0A0A" w:rsidRDefault="00AD0A0A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Colore: bianco.</w:t>
            </w:r>
          </w:p>
          <w:p w14:paraId="625FA88F" w14:textId="77777777" w:rsidR="00AD0A0A" w:rsidRDefault="00AD0A0A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CB54BF9" w14:textId="77777777" w:rsidR="00531A57" w:rsidRDefault="00E70C1B" w:rsidP="00076D36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Mediante la Console LDC 2.0 è possibile controllare tutte le funzioni dell’unità terminale idronica.</w:t>
            </w:r>
          </w:p>
          <w:p w14:paraId="2E18DB8C" w14:textId="0181EFF9" w:rsidR="00E70C1B" w:rsidRDefault="00531A57" w:rsidP="00076D36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È collegata alla scheda Power IdroLAN 2.0 attraverso un cavo a 4 fili per l’alimentazione elettrica e lo scambio di informazioni sulla rete ConsoleBus.</w:t>
            </w:r>
          </w:p>
          <w:p w14:paraId="039C0128" w14:textId="1964444D" w:rsidR="00076D36" w:rsidRDefault="00076D36" w:rsidP="00076D36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DF89ADB" w14:textId="734FEB1A" w:rsidR="00076D36" w:rsidRDefault="00076D36" w:rsidP="00076D36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Console è provvista di:</w:t>
            </w:r>
          </w:p>
          <w:p w14:paraId="10B06A33" w14:textId="1088CCDF" w:rsidR="00076D36" w:rsidRDefault="00B74D14" w:rsidP="00AA6829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display grafico LCD da 3,5” retroilluminato, semplice ed intuitivo</w:t>
            </w:r>
            <w:r w:rsidR="00D01346">
              <w:rPr>
                <w:rFonts w:ascii="Poppins" w:hAnsi="Poppins" w:cs="Poppins"/>
              </w:rPr>
              <w:t>;</w:t>
            </w:r>
          </w:p>
          <w:p w14:paraId="37C99210" w14:textId="56BF9AC7" w:rsidR="00D01346" w:rsidRDefault="00D01346" w:rsidP="00AA6829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sensore di temperatura ambiente;</w:t>
            </w:r>
          </w:p>
          <w:p w14:paraId="00ED08D0" w14:textId="4E886E72" w:rsidR="00D01346" w:rsidRDefault="00D01346" w:rsidP="00AA6829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cinque tasti per l’impostazione dei parametri e delle modalità di funzionamento dell’unità terminale</w:t>
            </w:r>
            <w:r w:rsidR="0025474F">
              <w:rPr>
                <w:rFonts w:ascii="Poppins" w:hAnsi="Poppins" w:cs="Poppins"/>
              </w:rPr>
              <w:t xml:space="preserve"> (stato On/Off/Economy, set-point, modalità di funzionamento Raffreddamento/Riscaldamento/Ventilazione, selezione della velocit</w:t>
            </w:r>
            <w:r w:rsidR="00856910">
              <w:rPr>
                <w:rFonts w:ascii="Poppins" w:hAnsi="Poppins" w:cs="Poppins"/>
              </w:rPr>
              <w:t>à del ventilatore);</w:t>
            </w:r>
          </w:p>
          <w:p w14:paraId="0A07EF3F" w14:textId="2953E0A0" w:rsidR="00856910" w:rsidRDefault="00856910" w:rsidP="00856910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buzzer per la conferma del ricevimento del comando;</w:t>
            </w:r>
          </w:p>
          <w:p w14:paraId="01BFD064" w14:textId="361CF455" w:rsidR="00856910" w:rsidRDefault="00C8796F" w:rsidP="00856910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funzione blocco tasti;</w:t>
            </w:r>
          </w:p>
          <w:p w14:paraId="2635DFA6" w14:textId="40069979" w:rsidR="00C8796F" w:rsidRDefault="00C8796F" w:rsidP="00856910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funzione blocco cliente.</w:t>
            </w:r>
          </w:p>
          <w:p w14:paraId="43755ABE" w14:textId="77777777" w:rsidR="00AD0A0A" w:rsidRDefault="00AD0A0A" w:rsidP="009507F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201EAAF" w14:textId="20A39636" w:rsidR="00DA5FF4" w:rsidRPr="001E471C" w:rsidRDefault="00DA5FF4" w:rsidP="00DA5FF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E471C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1E471C">
              <w:rPr>
                <w:rFonts w:ascii="Poppins" w:hAnsi="Poppins" w:cs="Poppins"/>
                <w:b/>
                <w:bCs/>
              </w:rPr>
              <w:t xml:space="preserve"> - Modello </w:t>
            </w:r>
            <w:r w:rsidRPr="00DA5FF4">
              <w:rPr>
                <w:rFonts w:ascii="Poppins" w:hAnsi="Poppins" w:cs="Poppins"/>
                <w:b/>
                <w:bCs/>
              </w:rPr>
              <w:t>Console LCD 2.0 bianca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DA5FF4">
              <w:rPr>
                <w:rFonts w:ascii="Poppins" w:hAnsi="Poppins" w:cs="Poppins"/>
                <w:b/>
                <w:bCs/>
              </w:rPr>
              <w:t>esterna alla parete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1E471C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736045" w:rsidRPr="00DA2326" w14:paraId="28B67F82" w14:textId="77777777" w:rsidTr="00EB510E">
        <w:tc>
          <w:tcPr>
            <w:tcW w:w="1208" w:type="dxa"/>
          </w:tcPr>
          <w:p w14:paraId="57F531F2" w14:textId="4BBA4B12" w:rsidR="00736045" w:rsidRDefault="00736045" w:rsidP="0073604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07916852</w:t>
            </w:r>
          </w:p>
        </w:tc>
        <w:tc>
          <w:tcPr>
            <w:tcW w:w="1867" w:type="dxa"/>
          </w:tcPr>
          <w:p w14:paraId="67BC8932" w14:textId="77777777" w:rsidR="00736045" w:rsidRDefault="00736045" w:rsidP="0073604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Console LCD 2.0 bianca</w:t>
            </w:r>
          </w:p>
          <w:p w14:paraId="7489F9D0" w14:textId="14A022EE" w:rsidR="00736045" w:rsidRPr="0036046F" w:rsidRDefault="00736045" w:rsidP="0073604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 parete</w:t>
            </w:r>
          </w:p>
        </w:tc>
        <w:tc>
          <w:tcPr>
            <w:tcW w:w="6525" w:type="dxa"/>
          </w:tcPr>
          <w:p w14:paraId="523A5AB3" w14:textId="6A0C097B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Console LDC </w:t>
            </w:r>
            <w:r>
              <w:rPr>
                <w:rFonts w:ascii="Poppins" w:hAnsi="Poppins" w:cs="Poppins"/>
              </w:rPr>
              <w:t>per installazione a parete a copertura della scatola 3 moduli standard 503</w:t>
            </w:r>
            <w:r>
              <w:rPr>
                <w:rFonts w:ascii="Poppins" w:hAnsi="Poppins" w:cs="Poppins"/>
              </w:rPr>
              <w:t>.</w:t>
            </w:r>
          </w:p>
          <w:p w14:paraId="23B6544E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Colore: bianco.</w:t>
            </w:r>
          </w:p>
          <w:p w14:paraId="24CCEE8F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4E89C98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Mediante la Console LDC 2.0 è possibile controllare tutte le funzioni dell’unità terminale idronica.</w:t>
            </w:r>
          </w:p>
          <w:p w14:paraId="52F921B4" w14:textId="4E35CA51" w:rsidR="003C094D" w:rsidRDefault="003C094D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collegata alla scheda Power IdroLAN 2.0 attraverso un cavo a 4 fili per l’alimentazione elettrica e lo scambio di informazioni sulla rete ConsoleBus.</w:t>
            </w:r>
          </w:p>
          <w:p w14:paraId="4ACC5958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C8C74EA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Console è provvista di:</w:t>
            </w:r>
          </w:p>
          <w:p w14:paraId="536DF6B8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display grafico LCD da 3,5” retroilluminato, semplice ed intuitivo;</w:t>
            </w:r>
          </w:p>
          <w:p w14:paraId="3C9ED626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sensore di temperatura ambiente;</w:t>
            </w:r>
          </w:p>
          <w:p w14:paraId="348A3976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cinque tasti per l’impostazione dei parametri e delle modalità di funzionamento dell’unità terminale (stato On/Off/Economy, set-point, modalità di funzionamento Raffreddamento/Riscaldamento/Ventilazione, selezione della velocità del ventilatore);</w:t>
            </w:r>
          </w:p>
          <w:p w14:paraId="35CB2C8C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buzzer per la conferma del ricevimento del comando;</w:t>
            </w:r>
          </w:p>
          <w:p w14:paraId="4E78D80A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funzione blocco tasti;</w:t>
            </w:r>
          </w:p>
          <w:p w14:paraId="0D04E807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funzione blocco cliente.</w:t>
            </w:r>
          </w:p>
          <w:p w14:paraId="104619B4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C4185CA" w14:textId="30EC0E40" w:rsidR="00736045" w:rsidRPr="001E471C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E471C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1E471C">
              <w:rPr>
                <w:rFonts w:ascii="Poppins" w:hAnsi="Poppins" w:cs="Poppins"/>
                <w:b/>
                <w:bCs/>
              </w:rPr>
              <w:t xml:space="preserve"> - Modello </w:t>
            </w:r>
            <w:r w:rsidRPr="00DA5FF4">
              <w:rPr>
                <w:rFonts w:ascii="Poppins" w:hAnsi="Poppins" w:cs="Poppins"/>
                <w:b/>
                <w:bCs/>
              </w:rPr>
              <w:t>Console LCD 2.0 bianca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>
              <w:rPr>
                <w:rFonts w:ascii="Poppins" w:hAnsi="Poppins" w:cs="Poppins"/>
                <w:b/>
                <w:bCs/>
              </w:rPr>
              <w:t>a</w:t>
            </w:r>
            <w:r w:rsidRPr="00DA5FF4">
              <w:rPr>
                <w:rFonts w:ascii="Poppins" w:hAnsi="Poppins" w:cs="Poppins"/>
                <w:b/>
                <w:bCs/>
              </w:rPr>
              <w:t xml:space="preserve"> parete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1E471C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736045" w:rsidRPr="00DA2326" w14:paraId="315CDEBD" w14:textId="77777777" w:rsidTr="00EB510E">
        <w:tc>
          <w:tcPr>
            <w:tcW w:w="1208" w:type="dxa"/>
          </w:tcPr>
          <w:p w14:paraId="0A06A08E" w14:textId="56E59014" w:rsidR="00736045" w:rsidRDefault="00736045" w:rsidP="0073604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07916857</w:t>
            </w:r>
          </w:p>
        </w:tc>
        <w:tc>
          <w:tcPr>
            <w:tcW w:w="1867" w:type="dxa"/>
          </w:tcPr>
          <w:p w14:paraId="0DF2573D" w14:textId="77777777" w:rsidR="00736045" w:rsidRDefault="00736045" w:rsidP="0073604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Console LCD 2.0 nera</w:t>
            </w:r>
          </w:p>
          <w:p w14:paraId="3B4A2314" w14:textId="2509843F" w:rsidR="00736045" w:rsidRPr="0036046F" w:rsidRDefault="00736045" w:rsidP="0073604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esterna alla parete</w:t>
            </w:r>
          </w:p>
        </w:tc>
        <w:tc>
          <w:tcPr>
            <w:tcW w:w="6525" w:type="dxa"/>
          </w:tcPr>
          <w:p w14:paraId="79232A7E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Console LDC fornita completa di fondo in plastica per installazione esterna alla parete.</w:t>
            </w:r>
          </w:p>
          <w:p w14:paraId="55221A29" w14:textId="421CA0C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Colore: ner</w:t>
            </w:r>
            <w:r>
              <w:rPr>
                <w:rFonts w:ascii="Poppins" w:hAnsi="Poppins" w:cs="Poppins"/>
              </w:rPr>
              <w:t>o</w:t>
            </w:r>
            <w:r>
              <w:rPr>
                <w:rFonts w:ascii="Poppins" w:hAnsi="Poppins" w:cs="Poppins"/>
              </w:rPr>
              <w:t>.</w:t>
            </w:r>
          </w:p>
          <w:p w14:paraId="18527070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2409405" w14:textId="302BC45D" w:rsidR="000002BA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Mediante la Console LDC 2.0 è possibile controllare tutte le funzioni dell’unità terminale idronica.</w:t>
            </w:r>
          </w:p>
          <w:p w14:paraId="188274A4" w14:textId="07B7EDC5" w:rsidR="003C094D" w:rsidRDefault="003C094D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collegata alla scheda Power IdroLAN 2.0 attraverso un cavo a 4 fili per l’alimentazione elettrica e lo scambio di informazioni sulla rete ConsoleBus.</w:t>
            </w:r>
          </w:p>
          <w:p w14:paraId="5AF434EB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59F0E75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Console è provvista di:</w:t>
            </w:r>
          </w:p>
          <w:p w14:paraId="21FA9EB5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display grafico LCD da 3,5” retroilluminato, semplice ed intuitivo;</w:t>
            </w:r>
          </w:p>
          <w:p w14:paraId="26A7576D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sensore di temperatura ambiente;</w:t>
            </w:r>
          </w:p>
          <w:p w14:paraId="7CD1C9FC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cinque tasti per l’impostazione dei parametri e delle modalità di funzionamento dell’unità terminale (stato On/Off/Economy, set-point, modalità di funzionamento Raffreddamento/Riscaldamento/Ventilazione, selezione della velocità del ventilatore);</w:t>
            </w:r>
          </w:p>
          <w:p w14:paraId="173EBD23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buzzer per la conferma del ricevimento del comando;</w:t>
            </w:r>
          </w:p>
          <w:p w14:paraId="5CEAB377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funzione blocco tasti;</w:t>
            </w:r>
          </w:p>
          <w:p w14:paraId="32F3CE92" w14:textId="77777777" w:rsidR="00736045" w:rsidRDefault="00736045" w:rsidP="00736045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funzione blocco cliente.</w:t>
            </w:r>
          </w:p>
          <w:p w14:paraId="4E4897EC" w14:textId="77777777" w:rsidR="00736045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63098A6" w14:textId="67E1C8A1" w:rsidR="00736045" w:rsidRPr="001E471C" w:rsidRDefault="00736045" w:rsidP="0073604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E471C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1E471C">
              <w:rPr>
                <w:rFonts w:ascii="Poppins" w:hAnsi="Poppins" w:cs="Poppins"/>
                <w:b/>
                <w:bCs/>
              </w:rPr>
              <w:t xml:space="preserve"> - Modello </w:t>
            </w:r>
            <w:r w:rsidRPr="00DA5FF4">
              <w:rPr>
                <w:rFonts w:ascii="Poppins" w:hAnsi="Poppins" w:cs="Poppins"/>
                <w:b/>
                <w:bCs/>
              </w:rPr>
              <w:t xml:space="preserve">Console LCD 2.0 </w:t>
            </w:r>
            <w:r>
              <w:rPr>
                <w:rFonts w:ascii="Poppins" w:hAnsi="Poppins" w:cs="Poppins"/>
                <w:b/>
                <w:bCs/>
              </w:rPr>
              <w:t>nera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DA5FF4">
              <w:rPr>
                <w:rFonts w:ascii="Poppins" w:hAnsi="Poppins" w:cs="Poppins"/>
                <w:b/>
                <w:bCs/>
              </w:rPr>
              <w:t>esterna alla parete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1E471C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837983" w:rsidRPr="00DA2326" w14:paraId="71326DF2" w14:textId="77777777" w:rsidTr="00EB510E">
        <w:tc>
          <w:tcPr>
            <w:tcW w:w="1208" w:type="dxa"/>
          </w:tcPr>
          <w:p w14:paraId="40399E91" w14:textId="08828E5E" w:rsidR="00837983" w:rsidRDefault="00837983" w:rsidP="00837983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07916862</w:t>
            </w:r>
          </w:p>
        </w:tc>
        <w:tc>
          <w:tcPr>
            <w:tcW w:w="1867" w:type="dxa"/>
          </w:tcPr>
          <w:p w14:paraId="769832E3" w14:textId="62894553" w:rsidR="00837983" w:rsidRDefault="00837983" w:rsidP="00837983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Console LCD 2.0 </w:t>
            </w:r>
            <w:r>
              <w:rPr>
                <w:rFonts w:ascii="Poppins" w:hAnsi="Poppins" w:cs="Poppins"/>
                <w:sz w:val="20"/>
              </w:rPr>
              <w:t>nera</w:t>
            </w:r>
          </w:p>
          <w:p w14:paraId="7D84F6D7" w14:textId="47E51FD5" w:rsidR="00837983" w:rsidRPr="0036046F" w:rsidRDefault="00837983" w:rsidP="00837983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 parete</w:t>
            </w:r>
          </w:p>
        </w:tc>
        <w:tc>
          <w:tcPr>
            <w:tcW w:w="6525" w:type="dxa"/>
          </w:tcPr>
          <w:p w14:paraId="3C03017A" w14:textId="77777777" w:rsidR="00837983" w:rsidRDefault="00837983" w:rsidP="00837983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Console LDC per installazione a parete a copertura della scatola 3 moduli standard 503.</w:t>
            </w:r>
          </w:p>
          <w:p w14:paraId="5A5C69A7" w14:textId="49F4F03E" w:rsidR="00837983" w:rsidRDefault="00837983" w:rsidP="00837983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Colore: </w:t>
            </w:r>
            <w:r>
              <w:rPr>
                <w:rFonts w:ascii="Poppins" w:hAnsi="Poppins" w:cs="Poppins"/>
              </w:rPr>
              <w:t>nero</w:t>
            </w:r>
            <w:r>
              <w:rPr>
                <w:rFonts w:ascii="Poppins" w:hAnsi="Poppins" w:cs="Poppins"/>
              </w:rPr>
              <w:t>.</w:t>
            </w:r>
          </w:p>
          <w:p w14:paraId="264E1EAF" w14:textId="77777777" w:rsidR="00837983" w:rsidRDefault="00837983" w:rsidP="0083798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DFBF273" w14:textId="77777777" w:rsidR="00837983" w:rsidRDefault="00837983" w:rsidP="00837983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Mediante la Console LDC 2.0 è possibile controllare tutte le funzioni dell’unità terminale idronica.</w:t>
            </w:r>
          </w:p>
          <w:p w14:paraId="7794C7D2" w14:textId="07DD7450" w:rsidR="003C094D" w:rsidRDefault="003C094D" w:rsidP="00837983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collegata alla scheda Power IdroLAN 2.0 attraverso un cavo a 4 fili per l’alimentazione elettrica e lo scambio di informazioni sulla rete ConsoleBus.</w:t>
            </w:r>
          </w:p>
          <w:p w14:paraId="6590D534" w14:textId="77777777" w:rsidR="00837983" w:rsidRDefault="00837983" w:rsidP="0083798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0502B46" w14:textId="77777777" w:rsidR="00837983" w:rsidRDefault="00837983" w:rsidP="00837983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Console è provvista di:</w:t>
            </w:r>
          </w:p>
          <w:p w14:paraId="1E98C7D1" w14:textId="77777777" w:rsidR="00837983" w:rsidRDefault="00837983" w:rsidP="00837983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display grafico LCD da 3,5” retroilluminato, semplice ed intuitivo;</w:t>
            </w:r>
          </w:p>
          <w:p w14:paraId="663656EB" w14:textId="77777777" w:rsidR="00837983" w:rsidRDefault="00837983" w:rsidP="00837983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sensore di temperatura ambiente;</w:t>
            </w:r>
          </w:p>
          <w:p w14:paraId="4DB17439" w14:textId="77777777" w:rsidR="00837983" w:rsidRDefault="00837983" w:rsidP="00837983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cinque tasti per l’impostazione dei parametri e delle modalità di funzionamento dell’unità terminale (stato On/Off/Economy, set-point, modalità di funzionamento Raffreddamento/Riscaldamento/Ventilazione, selezione della velocità del ventilatore);</w:t>
            </w:r>
          </w:p>
          <w:p w14:paraId="2BC49C67" w14:textId="77777777" w:rsidR="00837983" w:rsidRDefault="00837983" w:rsidP="00837983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buzzer per la conferma del ricevimento del comando;</w:t>
            </w:r>
          </w:p>
          <w:p w14:paraId="30B0F243" w14:textId="77777777" w:rsidR="00837983" w:rsidRDefault="00837983" w:rsidP="00837983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funzione blocco tasti;</w:t>
            </w:r>
          </w:p>
          <w:p w14:paraId="0F4ABBD3" w14:textId="77777777" w:rsidR="00837983" w:rsidRDefault="00837983" w:rsidP="00837983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funzione blocco cliente.</w:t>
            </w:r>
          </w:p>
          <w:p w14:paraId="41144C11" w14:textId="77777777" w:rsidR="00837983" w:rsidRDefault="00837983" w:rsidP="0083798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0FE91F6" w14:textId="3B03023F" w:rsidR="00837983" w:rsidRPr="001E471C" w:rsidRDefault="00837983" w:rsidP="0083798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E471C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1E471C">
              <w:rPr>
                <w:rFonts w:ascii="Poppins" w:hAnsi="Poppins" w:cs="Poppins"/>
                <w:b/>
                <w:bCs/>
              </w:rPr>
              <w:t xml:space="preserve"> - Modello </w:t>
            </w:r>
            <w:r w:rsidRPr="00DA5FF4">
              <w:rPr>
                <w:rFonts w:ascii="Poppins" w:hAnsi="Poppins" w:cs="Poppins"/>
                <w:b/>
                <w:bCs/>
              </w:rPr>
              <w:t xml:space="preserve">Console LCD 2.0 </w:t>
            </w:r>
            <w:r>
              <w:rPr>
                <w:rFonts w:ascii="Poppins" w:hAnsi="Poppins" w:cs="Poppins"/>
                <w:b/>
                <w:bCs/>
              </w:rPr>
              <w:t>nera</w:t>
            </w:r>
            <w:r>
              <w:rPr>
                <w:rFonts w:ascii="Poppins" w:hAnsi="Poppins" w:cs="Poppins"/>
                <w:b/>
                <w:bCs/>
              </w:rPr>
              <w:t xml:space="preserve"> a</w:t>
            </w:r>
            <w:r w:rsidRPr="00DA5FF4">
              <w:rPr>
                <w:rFonts w:ascii="Poppins" w:hAnsi="Poppins" w:cs="Poppins"/>
                <w:b/>
                <w:bCs/>
              </w:rPr>
              <w:t xml:space="preserve"> parete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1E471C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D16D29" w:rsidRPr="00DA2326" w14:paraId="2584886E" w14:textId="77777777" w:rsidTr="00EB510E">
        <w:tc>
          <w:tcPr>
            <w:tcW w:w="1208" w:type="dxa"/>
          </w:tcPr>
          <w:p w14:paraId="7B7831DC" w14:textId="7D7426DC" w:rsidR="00D16D29" w:rsidRDefault="00D16D29" w:rsidP="00D16D29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07916932</w:t>
            </w:r>
          </w:p>
        </w:tc>
        <w:tc>
          <w:tcPr>
            <w:tcW w:w="1867" w:type="dxa"/>
          </w:tcPr>
          <w:p w14:paraId="27A896C2" w14:textId="733FC57D" w:rsidR="00D16D29" w:rsidRDefault="00D16D29" w:rsidP="00D16D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Console </w:t>
            </w:r>
            <w:r>
              <w:rPr>
                <w:rFonts w:ascii="Poppins" w:hAnsi="Poppins" w:cs="Poppins"/>
                <w:sz w:val="20"/>
              </w:rPr>
              <w:t>Touch</w:t>
            </w:r>
            <w:r>
              <w:rPr>
                <w:rFonts w:ascii="Poppins" w:hAnsi="Poppins" w:cs="Poppins"/>
                <w:sz w:val="20"/>
              </w:rPr>
              <w:t xml:space="preserve"> bianca</w:t>
            </w:r>
          </w:p>
          <w:p w14:paraId="4D1DBBD5" w14:textId="09AC654D" w:rsidR="00D16D29" w:rsidRPr="0036046F" w:rsidRDefault="00D16D29" w:rsidP="00D16D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esterna alla parete</w:t>
            </w:r>
          </w:p>
        </w:tc>
        <w:tc>
          <w:tcPr>
            <w:tcW w:w="6525" w:type="dxa"/>
          </w:tcPr>
          <w:p w14:paraId="35B6DFC3" w14:textId="40CD2E96" w:rsidR="00D16D29" w:rsidRDefault="00D16D29" w:rsidP="00D16D29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Console </w:t>
            </w:r>
            <w:r>
              <w:rPr>
                <w:rFonts w:ascii="Poppins" w:hAnsi="Poppins" w:cs="Poppins"/>
              </w:rPr>
              <w:t>Touch</w:t>
            </w:r>
            <w:r>
              <w:rPr>
                <w:rFonts w:ascii="Poppins" w:hAnsi="Poppins" w:cs="Poppins"/>
              </w:rPr>
              <w:t xml:space="preserve"> fornita completa di fondo in plastica per installazione esterna alla parete.</w:t>
            </w:r>
          </w:p>
          <w:p w14:paraId="43B31CCC" w14:textId="77777777" w:rsidR="00D16D29" w:rsidRDefault="00D16D29" w:rsidP="00D16D29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Colore: bianco.</w:t>
            </w:r>
          </w:p>
          <w:p w14:paraId="49649999" w14:textId="255AFA01" w:rsidR="00D16D29" w:rsidRDefault="00D16D29" w:rsidP="00D16D2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365541B" w14:textId="583A5657" w:rsidR="00D16D29" w:rsidRDefault="00D16D29" w:rsidP="00D16D29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Mediante la Console </w:t>
            </w:r>
            <w:r w:rsidR="000002BA">
              <w:rPr>
                <w:rFonts w:ascii="Poppins" w:hAnsi="Poppins" w:cs="Poppins"/>
              </w:rPr>
              <w:t>Touch</w:t>
            </w:r>
            <w:r>
              <w:rPr>
                <w:rFonts w:ascii="Poppins" w:hAnsi="Poppins" w:cs="Poppins"/>
              </w:rPr>
              <w:t xml:space="preserve"> è possibile controllare tutte le funzioni dell’unità terminale idronica.</w:t>
            </w:r>
          </w:p>
          <w:p w14:paraId="3DC8253D" w14:textId="50A02FDB" w:rsidR="003C094D" w:rsidRDefault="003C094D" w:rsidP="00D16D29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È collegata alla scheda Power IdroLAN 2.0 attraverso un cavo a </w:t>
            </w:r>
            <w:r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 xml:space="preserve"> fili per l’alimentazione elettrica e lo scambio di informazioni sulla rete ConsoleBus</w:t>
            </w:r>
            <w:r>
              <w:rPr>
                <w:rFonts w:ascii="Poppins" w:hAnsi="Poppins" w:cs="Poppins"/>
              </w:rPr>
              <w:t>; l’alimentazione a 230 Vac viene fornita separatamente.</w:t>
            </w:r>
          </w:p>
          <w:p w14:paraId="51585B43" w14:textId="77777777" w:rsidR="00D16D29" w:rsidRDefault="00D16D29" w:rsidP="00D16D2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5B1EFCF" w14:textId="77777777" w:rsidR="00D16D29" w:rsidRDefault="00D16D29" w:rsidP="00D16D29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Console è provvista di:</w:t>
            </w:r>
          </w:p>
          <w:p w14:paraId="5649A334" w14:textId="6BF5D8A4" w:rsidR="00D16D29" w:rsidRDefault="00D16D29" w:rsidP="00D16D29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display grafico </w:t>
            </w:r>
            <w:r w:rsidR="003C094D">
              <w:rPr>
                <w:rFonts w:ascii="Poppins" w:hAnsi="Poppins" w:cs="Poppins"/>
              </w:rPr>
              <w:t xml:space="preserve">touch TFT capacitivo </w:t>
            </w:r>
            <w:r>
              <w:rPr>
                <w:rFonts w:ascii="Poppins" w:hAnsi="Poppins" w:cs="Poppins"/>
              </w:rPr>
              <w:t xml:space="preserve">da </w:t>
            </w:r>
            <w:r w:rsidR="003C094D">
              <w:rPr>
                <w:rFonts w:ascii="Poppins" w:hAnsi="Poppins" w:cs="Poppins"/>
              </w:rPr>
              <w:t>4</w:t>
            </w:r>
            <w:r>
              <w:rPr>
                <w:rFonts w:ascii="Poppins" w:hAnsi="Poppins" w:cs="Poppins"/>
              </w:rPr>
              <w:t>,</w:t>
            </w:r>
            <w:r w:rsidR="003C094D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” retroilluminato, semplice ed intuitivo;</w:t>
            </w:r>
          </w:p>
          <w:p w14:paraId="6206D4E9" w14:textId="77777777" w:rsidR="00D16D29" w:rsidRDefault="00D16D29" w:rsidP="00D16D29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sensore di temperatura ambiente;</w:t>
            </w:r>
          </w:p>
          <w:p w14:paraId="3B22D260" w14:textId="71AEF00B" w:rsidR="00D16D29" w:rsidRDefault="003C094D" w:rsidP="00D16D29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comandi touch</w:t>
            </w:r>
            <w:r w:rsidR="00D16D29">
              <w:rPr>
                <w:rFonts w:ascii="Poppins" w:hAnsi="Poppins" w:cs="Poppins"/>
              </w:rPr>
              <w:t xml:space="preserve"> per l’impostazione dei parametri e delle modalità di funzionamento dell’unità terminale (stato On/Off/Economy, set-point, modalità di funzionamento Raffreddamento/Riscaldamento/Ventilazione, selezione della velocità del ventilatore</w:t>
            </w:r>
            <w:r>
              <w:rPr>
                <w:rFonts w:ascii="Poppins" w:hAnsi="Poppins" w:cs="Poppins"/>
              </w:rPr>
              <w:t>, programmazione settimanale</w:t>
            </w:r>
            <w:r w:rsidR="00D16D29">
              <w:rPr>
                <w:rFonts w:ascii="Poppins" w:hAnsi="Poppins" w:cs="Poppins"/>
              </w:rPr>
              <w:t>);</w:t>
            </w:r>
          </w:p>
          <w:p w14:paraId="41ED7DA6" w14:textId="77777777" w:rsidR="00D16D29" w:rsidRDefault="00D16D29" w:rsidP="00D16D29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buzzer per la conferma del ricevimento del comando;</w:t>
            </w:r>
          </w:p>
          <w:p w14:paraId="6C0960C9" w14:textId="77777777" w:rsidR="00D16D29" w:rsidRDefault="00D16D29" w:rsidP="00D16D29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funzione blocco cliente.</w:t>
            </w:r>
          </w:p>
          <w:p w14:paraId="3ED2ECA4" w14:textId="77777777" w:rsidR="00D16D29" w:rsidRDefault="00D16D29" w:rsidP="00D16D2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8BBBE69" w14:textId="026B7E14" w:rsidR="00D16D29" w:rsidRPr="001E471C" w:rsidRDefault="00D16D29" w:rsidP="00D16D2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E471C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1E471C">
              <w:rPr>
                <w:rFonts w:ascii="Poppins" w:hAnsi="Poppins" w:cs="Poppins"/>
                <w:b/>
                <w:bCs/>
              </w:rPr>
              <w:t xml:space="preserve"> - Modello </w:t>
            </w:r>
            <w:r w:rsidRPr="00DA5FF4">
              <w:rPr>
                <w:rFonts w:ascii="Poppins" w:hAnsi="Poppins" w:cs="Poppins"/>
                <w:b/>
                <w:bCs/>
              </w:rPr>
              <w:t xml:space="preserve">Console </w:t>
            </w:r>
            <w:r w:rsidR="002548BD">
              <w:rPr>
                <w:rFonts w:ascii="Poppins" w:hAnsi="Poppins" w:cs="Poppins"/>
                <w:b/>
                <w:bCs/>
              </w:rPr>
              <w:t>Touch</w:t>
            </w:r>
            <w:r w:rsidRPr="00DA5FF4">
              <w:rPr>
                <w:rFonts w:ascii="Poppins" w:hAnsi="Poppins" w:cs="Poppins"/>
                <w:b/>
                <w:bCs/>
              </w:rPr>
              <w:t xml:space="preserve"> bianca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DA5FF4">
              <w:rPr>
                <w:rFonts w:ascii="Poppins" w:hAnsi="Poppins" w:cs="Poppins"/>
                <w:b/>
                <w:bCs/>
              </w:rPr>
              <w:t>esterna alla parete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1E471C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411358" w:rsidRPr="00DA2326" w14:paraId="07012E05" w14:textId="77777777" w:rsidTr="00EB510E">
        <w:tc>
          <w:tcPr>
            <w:tcW w:w="1208" w:type="dxa"/>
          </w:tcPr>
          <w:p w14:paraId="00F7AAFA" w14:textId="06E4CE08" w:rsidR="00411358" w:rsidRDefault="00411358" w:rsidP="00411358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07916942</w:t>
            </w:r>
          </w:p>
        </w:tc>
        <w:tc>
          <w:tcPr>
            <w:tcW w:w="1867" w:type="dxa"/>
          </w:tcPr>
          <w:p w14:paraId="5927515D" w14:textId="77777777" w:rsidR="00411358" w:rsidRDefault="00411358" w:rsidP="0041135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Console Touch bianca</w:t>
            </w:r>
          </w:p>
          <w:p w14:paraId="3866F5E3" w14:textId="61F1587C" w:rsidR="00411358" w:rsidRPr="0036046F" w:rsidRDefault="00411358" w:rsidP="0041135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 parete</w:t>
            </w:r>
          </w:p>
        </w:tc>
        <w:tc>
          <w:tcPr>
            <w:tcW w:w="6525" w:type="dxa"/>
          </w:tcPr>
          <w:p w14:paraId="675DF2E3" w14:textId="569AF0A3" w:rsidR="00411358" w:rsidRDefault="0041135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Console Touch </w:t>
            </w:r>
            <w:r>
              <w:rPr>
                <w:rFonts w:ascii="Poppins" w:hAnsi="Poppins" w:cs="Poppins"/>
              </w:rPr>
              <w:t>per installazione a parete a copertura della scatola a 3 moduli standard 503</w:t>
            </w:r>
            <w:r>
              <w:rPr>
                <w:rFonts w:ascii="Poppins" w:hAnsi="Poppins" w:cs="Poppins"/>
              </w:rPr>
              <w:t>.</w:t>
            </w:r>
          </w:p>
          <w:p w14:paraId="1A3BDFFC" w14:textId="77777777" w:rsidR="00411358" w:rsidRDefault="0041135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Colore: bianco.</w:t>
            </w:r>
          </w:p>
          <w:p w14:paraId="060C8125" w14:textId="77777777" w:rsidR="00411358" w:rsidRDefault="0041135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8C31D91" w14:textId="77777777" w:rsidR="00411358" w:rsidRDefault="0041135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Mediante la Console Touch è possibile controllare tutte le funzioni dell’unità terminale idronica.</w:t>
            </w:r>
          </w:p>
          <w:p w14:paraId="60521532" w14:textId="77777777" w:rsidR="00411358" w:rsidRDefault="0041135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collegata alla scheda Power IdroLAN 2.0 attraverso un cavo a 3 fili per l’alimentazione elettrica e lo scambio di informazioni sulla rete ConsoleBus; l’alimentazione a 230 Vac viene fornita separatamente.</w:t>
            </w:r>
          </w:p>
          <w:p w14:paraId="480410FB" w14:textId="77777777" w:rsidR="00411358" w:rsidRDefault="0041135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0C43A6" w14:textId="77777777" w:rsidR="00411358" w:rsidRDefault="0041135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Console è provvista di:</w:t>
            </w:r>
          </w:p>
          <w:p w14:paraId="748C28AB" w14:textId="77777777" w:rsidR="00411358" w:rsidRDefault="00411358" w:rsidP="00411358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display grafico touch TFT capacitivo da 4,3” retroilluminato, semplice ed intuitivo;</w:t>
            </w:r>
          </w:p>
          <w:p w14:paraId="40012181" w14:textId="77777777" w:rsidR="00411358" w:rsidRDefault="00411358" w:rsidP="00411358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sensore di temperatura ambiente;</w:t>
            </w:r>
          </w:p>
          <w:p w14:paraId="066F3599" w14:textId="77777777" w:rsidR="00411358" w:rsidRDefault="00411358" w:rsidP="00411358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comandi touch per l’impostazione dei parametri e delle modalità di funzionamento dell’unità terminale (stato On/Off/Economy, set-point, modalità di funzionamento Raffreddamento/Riscaldamento/Ventilazione, selezione della velocità del ventilatore, programmazione settimanale);</w:t>
            </w:r>
          </w:p>
          <w:p w14:paraId="7367D8FD" w14:textId="77777777" w:rsidR="00411358" w:rsidRDefault="00411358" w:rsidP="00411358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buzzer per la conferma del ricevimento del comando;</w:t>
            </w:r>
          </w:p>
          <w:p w14:paraId="71FC5AC4" w14:textId="77777777" w:rsidR="00411358" w:rsidRDefault="00411358" w:rsidP="00411358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funzione blocco cliente.</w:t>
            </w:r>
          </w:p>
          <w:p w14:paraId="793310F4" w14:textId="77777777" w:rsidR="00411358" w:rsidRDefault="0041135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0F3E0BA" w14:textId="36FEDC13" w:rsidR="00411358" w:rsidRPr="001E471C" w:rsidRDefault="0041135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E471C">
              <w:rPr>
                <w:rFonts w:ascii="Poppins" w:hAnsi="Poppins" w:cs="Poppins"/>
                <w:b/>
                <w:bCs/>
              </w:rPr>
              <w:t xml:space="preserve">Marca </w:t>
            </w:r>
            <w:r>
              <w:rPr>
                <w:rFonts w:ascii="Poppins" w:hAnsi="Poppins" w:cs="Poppins"/>
                <w:b/>
                <w:bCs/>
              </w:rPr>
              <w:t>Emmeti</w:t>
            </w:r>
            <w:r w:rsidRPr="001E471C">
              <w:rPr>
                <w:rFonts w:ascii="Poppins" w:hAnsi="Poppins" w:cs="Poppins"/>
                <w:b/>
                <w:bCs/>
              </w:rPr>
              <w:t xml:space="preserve"> - Modello </w:t>
            </w:r>
            <w:r w:rsidRPr="00DA5FF4">
              <w:rPr>
                <w:rFonts w:ascii="Poppins" w:hAnsi="Poppins" w:cs="Poppins"/>
                <w:b/>
                <w:bCs/>
              </w:rPr>
              <w:t xml:space="preserve">Console </w:t>
            </w:r>
            <w:r>
              <w:rPr>
                <w:rFonts w:ascii="Poppins" w:hAnsi="Poppins" w:cs="Poppins"/>
                <w:b/>
                <w:bCs/>
              </w:rPr>
              <w:t>Touch</w:t>
            </w:r>
            <w:r w:rsidRPr="00DA5FF4">
              <w:rPr>
                <w:rFonts w:ascii="Poppins" w:hAnsi="Poppins" w:cs="Poppins"/>
                <w:b/>
                <w:bCs/>
              </w:rPr>
              <w:t xml:space="preserve"> bianca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DA5FF4">
              <w:rPr>
                <w:rFonts w:ascii="Poppins" w:hAnsi="Poppins" w:cs="Poppins"/>
                <w:b/>
                <w:bCs/>
              </w:rPr>
              <w:t>a parete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1E471C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411358" w:rsidRPr="00DA2326" w14:paraId="3008F240" w14:textId="77777777" w:rsidTr="00EB510E">
        <w:tc>
          <w:tcPr>
            <w:tcW w:w="1208" w:type="dxa"/>
          </w:tcPr>
          <w:p w14:paraId="1F79E955" w14:textId="7F5EBDE8" w:rsidR="00411358" w:rsidRDefault="00411358" w:rsidP="00411358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07916992</w:t>
            </w:r>
          </w:p>
        </w:tc>
        <w:tc>
          <w:tcPr>
            <w:tcW w:w="1867" w:type="dxa"/>
          </w:tcPr>
          <w:p w14:paraId="22F937AD" w14:textId="0861991B" w:rsidR="00411358" w:rsidRPr="0036046F" w:rsidRDefault="00356864" w:rsidP="0041135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Console IR per ECI-AC e ECI-DC</w:t>
            </w:r>
          </w:p>
        </w:tc>
        <w:tc>
          <w:tcPr>
            <w:tcW w:w="6525" w:type="dxa"/>
          </w:tcPr>
          <w:p w14:paraId="1E252D92" w14:textId="77777777" w:rsidR="00967190" w:rsidRDefault="001F3C3D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Console IR è un’interfaccia a infrarossi da installare a bordo delle Cassette ECI</w:t>
            </w:r>
            <w:r w:rsidR="00967190">
              <w:rPr>
                <w:rFonts w:ascii="Poppins" w:hAnsi="Poppins" w:cs="Poppins"/>
              </w:rPr>
              <w:t>.</w:t>
            </w:r>
          </w:p>
          <w:p w14:paraId="57124914" w14:textId="77777777" w:rsidR="00967190" w:rsidRDefault="00967190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928D1AE" w14:textId="77777777" w:rsidR="009325D4" w:rsidRDefault="00967190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Mediante la Console IR è possibile controllare tutte le funzioni </w:t>
            </w:r>
            <w:r w:rsidR="009325D4">
              <w:rPr>
                <w:rFonts w:ascii="Poppins" w:hAnsi="Poppins" w:cs="Poppins"/>
              </w:rPr>
              <w:t>dell’unità terminale idronica.</w:t>
            </w:r>
          </w:p>
          <w:p w14:paraId="4669341C" w14:textId="77777777" w:rsidR="009325D4" w:rsidRDefault="009325D4" w:rsidP="009325D4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collegata alla scheda Power IdroLAN 2.0 attraverso un cavo a 4 fili per l’alimentazione elettrica e lo scambio di informazioni sulla rete ConsoleBus.</w:t>
            </w:r>
          </w:p>
          <w:p w14:paraId="29FB7A36" w14:textId="77777777" w:rsidR="009325D4" w:rsidRDefault="009325D4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DC8A865" w14:textId="2D328CD6" w:rsidR="00D91564" w:rsidRDefault="008436A1" w:rsidP="00D91564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Il controllo è garantito </w:t>
            </w:r>
            <w:r w:rsidR="00D91564">
              <w:rPr>
                <w:rFonts w:ascii="Poppins" w:hAnsi="Poppins" w:cs="Poppins"/>
              </w:rPr>
              <w:t xml:space="preserve">tramite un telecomando provvisto di display LCD e tasti (fornito separatamente), che consente di impostare le modalità di funzionamento (stato On/Off/Economy, set-point, </w:t>
            </w:r>
            <w:r w:rsidR="000A1736">
              <w:rPr>
                <w:rFonts w:ascii="Poppins" w:hAnsi="Poppins" w:cs="Poppins"/>
              </w:rPr>
              <w:t xml:space="preserve">modalità di funzionamento </w:t>
            </w:r>
            <w:r w:rsidR="000A1736">
              <w:rPr>
                <w:rFonts w:ascii="Poppins" w:hAnsi="Poppins" w:cs="Poppins"/>
              </w:rPr>
              <w:lastRenderedPageBreak/>
              <w:t>Raffreddamento/Riscaldamento, selezione velocità del ventilatore)</w:t>
            </w:r>
            <w:r w:rsidR="00615DB2">
              <w:rPr>
                <w:rFonts w:ascii="Poppins" w:hAnsi="Poppins" w:cs="Poppins"/>
              </w:rPr>
              <w:t>.</w:t>
            </w:r>
          </w:p>
          <w:p w14:paraId="68BF77E8" w14:textId="77777777" w:rsidR="00615DB2" w:rsidRDefault="00615DB2" w:rsidP="00D9156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28999D7" w14:textId="71BD2D3F" w:rsidR="00615DB2" w:rsidRDefault="00615DB2" w:rsidP="00D91564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La Console IR è dotata di due LED che indicano le condizioni di funzionamento e la presenza di eventuali allarmi, e sensore di temperatura ambiente.</w:t>
            </w:r>
          </w:p>
          <w:p w14:paraId="776BB82E" w14:textId="77777777" w:rsidR="00615DB2" w:rsidRDefault="00615DB2" w:rsidP="00D9156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DD99A80" w14:textId="737954C2" w:rsidR="008436A1" w:rsidRPr="001E471C" w:rsidRDefault="00615DB2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615DB2">
              <w:rPr>
                <w:rFonts w:ascii="Poppins" w:hAnsi="Poppins" w:cs="Poppins"/>
                <w:b/>
                <w:bCs/>
              </w:rPr>
              <w:t>Console IR per ECI-AC e ECI-DC</w:t>
            </w:r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AB2DCA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411358" w:rsidRPr="00DA2326" w14:paraId="5C5281CF" w14:textId="77777777" w:rsidTr="00EB510E">
        <w:tc>
          <w:tcPr>
            <w:tcW w:w="1208" w:type="dxa"/>
          </w:tcPr>
          <w:p w14:paraId="13409A04" w14:textId="26AF5AC2" w:rsidR="00411358" w:rsidRDefault="00411358" w:rsidP="00411358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07916982</w:t>
            </w:r>
          </w:p>
        </w:tc>
        <w:tc>
          <w:tcPr>
            <w:tcW w:w="1867" w:type="dxa"/>
          </w:tcPr>
          <w:p w14:paraId="30614B38" w14:textId="7659A6FC" w:rsidR="00411358" w:rsidRPr="0036046F" w:rsidRDefault="00AB2F18" w:rsidP="0041135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Telecomando per Console IR</w:t>
            </w:r>
          </w:p>
        </w:tc>
        <w:tc>
          <w:tcPr>
            <w:tcW w:w="6525" w:type="dxa"/>
          </w:tcPr>
          <w:p w14:paraId="0FD4CBB7" w14:textId="77777777" w:rsidR="00411358" w:rsidRDefault="00AB2F18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Telecomando p</w:t>
            </w:r>
            <w:r w:rsidR="003D0D3D">
              <w:rPr>
                <w:rFonts w:ascii="Poppins" w:hAnsi="Poppins" w:cs="Poppins"/>
              </w:rPr>
              <w:t>rovvisto di display LCD e tasti per il controllo dell’unità terminale tramite Console IR.</w:t>
            </w:r>
          </w:p>
          <w:p w14:paraId="0524317A" w14:textId="77777777" w:rsidR="003D0D3D" w:rsidRDefault="003D0D3D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Un segnale acustico conferma la modifica dei parametri.</w:t>
            </w:r>
          </w:p>
          <w:p w14:paraId="1E251250" w14:textId="77777777" w:rsidR="003D0D3D" w:rsidRDefault="003D0D3D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F8F6CED" w14:textId="20EF0BA4" w:rsidR="003D0D3D" w:rsidRPr="001E471C" w:rsidRDefault="003D0D3D" w:rsidP="0041135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3D0D3D">
              <w:rPr>
                <w:rFonts w:ascii="Poppins" w:hAnsi="Poppins" w:cs="Poppins"/>
                <w:b/>
                <w:bCs/>
              </w:rPr>
              <w:t>Telecomando per Console IR</w:t>
            </w:r>
            <w:r w:rsidRPr="003D0D3D">
              <w:rPr>
                <w:rFonts w:ascii="Poppins" w:hAnsi="Poppins" w:cs="Poppins"/>
                <w:b/>
                <w:bCs/>
              </w:rPr>
              <w:t xml:space="preserve"> </w:t>
            </w:r>
            <w:r w:rsidRPr="00AB2DCA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2B19B1" w:rsidRPr="00DA2326" w14:paraId="19A2E096" w14:textId="77777777" w:rsidTr="00EB510E">
        <w:tc>
          <w:tcPr>
            <w:tcW w:w="1208" w:type="dxa"/>
          </w:tcPr>
          <w:p w14:paraId="2EB1DEC3" w14:textId="391608D1" w:rsidR="002B19B1" w:rsidRDefault="002B19B1" w:rsidP="002B19B1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07916872</w:t>
            </w:r>
          </w:p>
        </w:tc>
        <w:tc>
          <w:tcPr>
            <w:tcW w:w="1867" w:type="dxa"/>
          </w:tcPr>
          <w:p w14:paraId="4C937615" w14:textId="735BEB11" w:rsidR="002B19B1" w:rsidRPr="00AB2DCA" w:rsidRDefault="002B19B1" w:rsidP="002B19B1">
            <w:pPr>
              <w:jc w:val="center"/>
              <w:rPr>
                <w:rFonts w:ascii="Poppins" w:hAnsi="Poppins" w:cs="Poppins"/>
                <w:sz w:val="20"/>
              </w:rPr>
            </w:pPr>
            <w:r w:rsidRPr="00AB2DCA">
              <w:rPr>
                <w:rFonts w:ascii="Poppins" w:hAnsi="Poppins" w:cs="Poppins"/>
                <w:sz w:val="20"/>
              </w:rPr>
              <w:t xml:space="preserve">Console </w:t>
            </w:r>
            <w:r w:rsidRPr="00AB2DCA">
              <w:rPr>
                <w:rFonts w:ascii="Poppins" w:hAnsi="Poppins" w:cs="Poppins"/>
                <w:sz w:val="20"/>
              </w:rPr>
              <w:t>Manager</w:t>
            </w:r>
            <w:r w:rsidRPr="00AB2DCA">
              <w:rPr>
                <w:rFonts w:ascii="Poppins" w:hAnsi="Poppins" w:cs="Poppins"/>
                <w:sz w:val="20"/>
              </w:rPr>
              <w:t xml:space="preserve"> bianca</w:t>
            </w:r>
          </w:p>
          <w:p w14:paraId="78BBB7ED" w14:textId="5025E243" w:rsidR="002B19B1" w:rsidRPr="00AB2DCA" w:rsidRDefault="002B19B1" w:rsidP="002B19B1">
            <w:pPr>
              <w:jc w:val="center"/>
              <w:rPr>
                <w:rFonts w:ascii="Poppins" w:hAnsi="Poppins" w:cs="Poppins"/>
                <w:sz w:val="20"/>
              </w:rPr>
            </w:pPr>
            <w:r w:rsidRPr="00AB2DCA">
              <w:rPr>
                <w:rFonts w:ascii="Poppins" w:hAnsi="Poppins" w:cs="Poppins"/>
                <w:sz w:val="20"/>
              </w:rPr>
              <w:t>esterna alla parete</w:t>
            </w:r>
          </w:p>
        </w:tc>
        <w:tc>
          <w:tcPr>
            <w:tcW w:w="6525" w:type="dxa"/>
          </w:tcPr>
          <w:p w14:paraId="58660DFD" w14:textId="03EAFBA8" w:rsidR="002B19B1" w:rsidRPr="00AB2DCA" w:rsidRDefault="002B19B1" w:rsidP="002B19B1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 xml:space="preserve">Console </w:t>
            </w:r>
            <w:r w:rsidR="00AB2DCA">
              <w:rPr>
                <w:rFonts w:ascii="Poppins" w:hAnsi="Poppins" w:cs="Poppins"/>
              </w:rPr>
              <w:t>Manager</w:t>
            </w:r>
            <w:r w:rsidRPr="00AB2DCA">
              <w:rPr>
                <w:rFonts w:ascii="Poppins" w:hAnsi="Poppins" w:cs="Poppins"/>
              </w:rPr>
              <w:t xml:space="preserve"> fornita completa di fondo in plastica per installazione esterna alla parete.</w:t>
            </w:r>
          </w:p>
          <w:p w14:paraId="257C5A60" w14:textId="77777777" w:rsidR="001927E0" w:rsidRDefault="002B19B1" w:rsidP="002B19B1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Colore: bianco.</w:t>
            </w:r>
          </w:p>
          <w:p w14:paraId="16883D4C" w14:textId="77777777" w:rsidR="001927E0" w:rsidRDefault="001927E0" w:rsidP="002B19B1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4D15133" w14:textId="30074050" w:rsidR="000F5EE1" w:rsidRDefault="001927E0" w:rsidP="002B19B1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un supervisore per piccoli sistemi con schermo 4,3” touch capacitivo, completo di connessione Wi-Fi che lo rende controllabile da remoto, tramite App Power IdroLAN 2.0.</w:t>
            </w:r>
          </w:p>
          <w:p w14:paraId="2333C7D5" w14:textId="0C730BFC" w:rsidR="000F5EE1" w:rsidRDefault="000F5EE1" w:rsidP="002B19B1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in grado di gestire al massimo 16 schede Power IdroLAN</w:t>
            </w:r>
            <w:r w:rsidR="0089470E">
              <w:rPr>
                <w:rFonts w:ascii="Poppins" w:hAnsi="Poppins" w:cs="Poppins"/>
              </w:rPr>
              <w:t xml:space="preserve"> 2.0</w:t>
            </w:r>
            <w:r>
              <w:rPr>
                <w:rFonts w:ascii="Poppins" w:hAnsi="Poppins" w:cs="Poppins"/>
              </w:rPr>
              <w:t>, collegate alla rete ModBus RTU.</w:t>
            </w:r>
          </w:p>
          <w:p w14:paraId="66ECD5F3" w14:textId="77777777" w:rsidR="001927E0" w:rsidRPr="00AB2DCA" w:rsidRDefault="001927E0" w:rsidP="002B19B1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75A833B" w14:textId="77777777" w:rsidR="0035525D" w:rsidRDefault="002B19B1" w:rsidP="0035525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 xml:space="preserve">Mediante la Console </w:t>
            </w:r>
            <w:r w:rsidR="00AB2DCA">
              <w:rPr>
                <w:rFonts w:ascii="Poppins" w:hAnsi="Poppins" w:cs="Poppins"/>
              </w:rPr>
              <w:t>Manager</w:t>
            </w:r>
            <w:r w:rsidRPr="00AB2DCA">
              <w:rPr>
                <w:rFonts w:ascii="Poppins" w:hAnsi="Poppins" w:cs="Poppins"/>
              </w:rPr>
              <w:t xml:space="preserve"> è possibile controllare tutte le funzioni dell’unità terminale idronica.</w:t>
            </w:r>
          </w:p>
          <w:p w14:paraId="46EF98B4" w14:textId="7E8A3685" w:rsidR="0035525D" w:rsidRDefault="0035525D" w:rsidP="0035525D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È </w:t>
            </w:r>
            <w:r>
              <w:rPr>
                <w:rFonts w:ascii="Poppins" w:hAnsi="Poppins" w:cs="Poppins"/>
              </w:rPr>
              <w:t>collegata alla scheda Power IdroLAN 2.0 attraverso un cavo a 3 fili per lo scambio di informazioni sulla rete ConsoleBus; l’alimentazione a 230 Vac deve essere fornita separatamente.</w:t>
            </w:r>
          </w:p>
          <w:p w14:paraId="380212B9" w14:textId="77777777" w:rsidR="002B19B1" w:rsidRPr="00AB2DCA" w:rsidRDefault="002B19B1" w:rsidP="002B19B1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295055E" w14:textId="77777777" w:rsidR="002B19B1" w:rsidRPr="00AB2DCA" w:rsidRDefault="002B19B1" w:rsidP="002B19B1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La Console è provvista di:</w:t>
            </w:r>
          </w:p>
          <w:p w14:paraId="69FBCFE5" w14:textId="77777777" w:rsidR="002B19B1" w:rsidRPr="00AB2DCA" w:rsidRDefault="002B19B1" w:rsidP="002B19B1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display grafico touch TFT capacitivo da 4,3” retroilluminato, semplice ed intuitivo;</w:t>
            </w:r>
          </w:p>
          <w:p w14:paraId="10792CC3" w14:textId="77777777" w:rsidR="002B19B1" w:rsidRPr="00AB2DCA" w:rsidRDefault="002B19B1" w:rsidP="002B19B1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comandi touch per l’impostazione dei parametri e delle modalità di funzionamento dell’unità terminale (stato On/Off/Economy, set-point, modalità di funzionamento Raffreddamento/Riscaldamento/Ventilazione, selezione della velocità del ventilatore, programmazione settimanale);</w:t>
            </w:r>
          </w:p>
          <w:p w14:paraId="0D9B6D9D" w14:textId="1D7E596F" w:rsidR="002B19B1" w:rsidRDefault="002B19B1" w:rsidP="002B19B1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lastRenderedPageBreak/>
              <w:t>buzzer per la conferma del ricevimento del comando</w:t>
            </w:r>
            <w:r w:rsidR="009C53E5">
              <w:rPr>
                <w:rFonts w:ascii="Poppins" w:hAnsi="Poppins" w:cs="Poppins"/>
              </w:rPr>
              <w:t>.</w:t>
            </w:r>
          </w:p>
          <w:p w14:paraId="6821D32A" w14:textId="77777777" w:rsidR="00EB14E3" w:rsidRPr="009C53E5" w:rsidRDefault="00EB14E3" w:rsidP="009C53E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48BFE2D" w14:textId="2371BF50" w:rsidR="002B19B1" w:rsidRPr="00AB2DCA" w:rsidRDefault="002B19B1" w:rsidP="002B19B1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  <w:b/>
                <w:bCs/>
              </w:rPr>
              <w:t xml:space="preserve">Marca Emmeti - Modello Console </w:t>
            </w:r>
            <w:r w:rsidR="0035525D">
              <w:rPr>
                <w:rFonts w:ascii="Poppins" w:hAnsi="Poppins" w:cs="Poppins"/>
                <w:b/>
                <w:bCs/>
              </w:rPr>
              <w:t>Manager</w:t>
            </w:r>
            <w:r w:rsidRPr="00AB2DCA">
              <w:rPr>
                <w:rFonts w:ascii="Poppins" w:hAnsi="Poppins" w:cs="Poppins"/>
                <w:b/>
                <w:bCs/>
              </w:rPr>
              <w:t xml:space="preserve"> bianca esterna alla parete o equivalente.</w:t>
            </w:r>
          </w:p>
        </w:tc>
      </w:tr>
      <w:tr w:rsidR="00955DD0" w:rsidRPr="00DA2326" w14:paraId="76814E36" w14:textId="77777777" w:rsidTr="00EB510E">
        <w:tc>
          <w:tcPr>
            <w:tcW w:w="1208" w:type="dxa"/>
          </w:tcPr>
          <w:p w14:paraId="3684EB64" w14:textId="5DFC4DCE" w:rsidR="00955DD0" w:rsidRDefault="00955DD0" w:rsidP="00955DD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07916882</w:t>
            </w:r>
          </w:p>
        </w:tc>
        <w:tc>
          <w:tcPr>
            <w:tcW w:w="1867" w:type="dxa"/>
          </w:tcPr>
          <w:p w14:paraId="2A1E546E" w14:textId="77777777" w:rsidR="00955DD0" w:rsidRPr="00AB2DCA" w:rsidRDefault="00955DD0" w:rsidP="00955DD0">
            <w:pPr>
              <w:jc w:val="center"/>
              <w:rPr>
                <w:rFonts w:ascii="Poppins" w:hAnsi="Poppins" w:cs="Poppins"/>
                <w:sz w:val="20"/>
              </w:rPr>
            </w:pPr>
            <w:r w:rsidRPr="00AB2DCA">
              <w:rPr>
                <w:rFonts w:ascii="Poppins" w:hAnsi="Poppins" w:cs="Poppins"/>
                <w:sz w:val="20"/>
              </w:rPr>
              <w:t>Console Manager bianca</w:t>
            </w:r>
          </w:p>
          <w:p w14:paraId="24471A0C" w14:textId="02DFA34B" w:rsidR="00955DD0" w:rsidRPr="0036046F" w:rsidRDefault="00955DD0" w:rsidP="00955DD0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</w:t>
            </w:r>
            <w:r w:rsidRPr="00AB2DCA">
              <w:rPr>
                <w:rFonts w:ascii="Poppins" w:hAnsi="Poppins" w:cs="Poppins"/>
                <w:sz w:val="20"/>
              </w:rPr>
              <w:t xml:space="preserve"> parete</w:t>
            </w:r>
          </w:p>
        </w:tc>
        <w:tc>
          <w:tcPr>
            <w:tcW w:w="6525" w:type="dxa"/>
          </w:tcPr>
          <w:p w14:paraId="6FF7EE25" w14:textId="071559A5" w:rsidR="00955DD0" w:rsidRPr="00AB2DCA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 xml:space="preserve">Console </w:t>
            </w:r>
            <w:r>
              <w:rPr>
                <w:rFonts w:ascii="Poppins" w:hAnsi="Poppins" w:cs="Poppins"/>
              </w:rPr>
              <w:t>Manager</w:t>
            </w:r>
            <w:r w:rsidRPr="00AB2DCA">
              <w:rPr>
                <w:rFonts w:ascii="Poppins" w:hAnsi="Poppins" w:cs="Poppins"/>
              </w:rPr>
              <w:t xml:space="preserve"> </w:t>
            </w:r>
            <w:r w:rsidR="00D26ABF">
              <w:rPr>
                <w:rFonts w:ascii="Poppins" w:hAnsi="Poppins" w:cs="Poppins"/>
              </w:rPr>
              <w:t>per installazione a parete a copertura della scatola a 3 moduli standard 503</w:t>
            </w:r>
            <w:r w:rsidRPr="00AB2DCA">
              <w:rPr>
                <w:rFonts w:ascii="Poppins" w:hAnsi="Poppins" w:cs="Poppins"/>
              </w:rPr>
              <w:t>.</w:t>
            </w:r>
          </w:p>
          <w:p w14:paraId="1577EC84" w14:textId="77777777" w:rsidR="00955DD0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Colore: bianco.</w:t>
            </w:r>
          </w:p>
          <w:p w14:paraId="34B94D29" w14:textId="77777777" w:rsidR="00955DD0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3D1E321" w14:textId="77777777" w:rsidR="00955DD0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un supervisore per piccoli sistemi con schermo 4,3” touch capacitivo, completo di connessione Wi-Fi che lo rende controllabile da remoto, tramite App Power IdroLAN 2.0.</w:t>
            </w:r>
          </w:p>
          <w:p w14:paraId="66033C88" w14:textId="4B0866D9" w:rsidR="00955DD0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in grado di gestire al massimo 16 schede Power IdroLAN</w:t>
            </w:r>
            <w:r w:rsidR="0089470E">
              <w:rPr>
                <w:rFonts w:ascii="Poppins" w:hAnsi="Poppins" w:cs="Poppins"/>
              </w:rPr>
              <w:t xml:space="preserve"> 2.0</w:t>
            </w:r>
            <w:r>
              <w:rPr>
                <w:rFonts w:ascii="Poppins" w:hAnsi="Poppins" w:cs="Poppins"/>
              </w:rPr>
              <w:t>, collegate alla rete ModBus RTU.</w:t>
            </w:r>
          </w:p>
          <w:p w14:paraId="25361B8E" w14:textId="77777777" w:rsidR="00955DD0" w:rsidRPr="00AB2DCA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7CBCA83" w14:textId="77777777" w:rsidR="00955DD0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 xml:space="preserve">Mediante la Console </w:t>
            </w:r>
            <w:r>
              <w:rPr>
                <w:rFonts w:ascii="Poppins" w:hAnsi="Poppins" w:cs="Poppins"/>
              </w:rPr>
              <w:t>Manager</w:t>
            </w:r>
            <w:r w:rsidRPr="00AB2DCA">
              <w:rPr>
                <w:rFonts w:ascii="Poppins" w:hAnsi="Poppins" w:cs="Poppins"/>
              </w:rPr>
              <w:t xml:space="preserve"> è possibile controllare tutte le funzioni dell’unità terminale idronica.</w:t>
            </w:r>
          </w:p>
          <w:p w14:paraId="5024D8B5" w14:textId="77777777" w:rsidR="00955DD0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collegata alla scheda Power IdroLAN 2.0 attraverso un cavo a 3 fili per lo scambio di informazioni sulla rete ConsoleBus; l’alimentazione a 230 Vac deve essere fornita separatamente.</w:t>
            </w:r>
          </w:p>
          <w:p w14:paraId="309A7EC8" w14:textId="77777777" w:rsidR="00955DD0" w:rsidRPr="00AB2DCA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1FE8F21" w14:textId="77777777" w:rsidR="00955DD0" w:rsidRPr="00AB2DCA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La Console è provvista di:</w:t>
            </w:r>
          </w:p>
          <w:p w14:paraId="0DC5C1FA" w14:textId="77777777" w:rsidR="00955DD0" w:rsidRPr="00AB2DCA" w:rsidRDefault="00955DD0" w:rsidP="00955DD0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display grafico touch TFT capacitivo da 4,3” retroilluminato, semplice ed intuitivo;</w:t>
            </w:r>
          </w:p>
          <w:p w14:paraId="76AF5741" w14:textId="77777777" w:rsidR="00955DD0" w:rsidRPr="00AB2DCA" w:rsidRDefault="00955DD0" w:rsidP="00955DD0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comandi touch per l’impostazione dei parametri e delle modalità di funzionamento dell’unità terminale (stato On/Off/Economy, set-point, modalità di funzionamento Raffreddamento/Riscaldamento/Ventilazione, selezione della velocità del ventilatore, programmazione settimanale);</w:t>
            </w:r>
          </w:p>
          <w:p w14:paraId="3FB344BC" w14:textId="77777777" w:rsidR="00955DD0" w:rsidRDefault="00955DD0" w:rsidP="00955DD0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buzzer per la conferma del ricevimento del comando</w:t>
            </w:r>
            <w:r>
              <w:rPr>
                <w:rFonts w:ascii="Poppins" w:hAnsi="Poppins" w:cs="Poppins"/>
              </w:rPr>
              <w:t>.</w:t>
            </w:r>
          </w:p>
          <w:p w14:paraId="5B60BE55" w14:textId="77777777" w:rsidR="00955DD0" w:rsidRPr="009C53E5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6BEF31C" w14:textId="60985866" w:rsidR="00955DD0" w:rsidRPr="001E471C" w:rsidRDefault="00955DD0" w:rsidP="00955DD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  <w:b/>
                <w:bCs/>
              </w:rPr>
              <w:t xml:space="preserve">Marca Emmeti - Modello Console </w:t>
            </w:r>
            <w:r>
              <w:rPr>
                <w:rFonts w:ascii="Poppins" w:hAnsi="Poppins" w:cs="Poppins"/>
                <w:b/>
                <w:bCs/>
              </w:rPr>
              <w:t>Manager</w:t>
            </w:r>
            <w:r w:rsidRPr="00AB2DCA">
              <w:rPr>
                <w:rFonts w:ascii="Poppins" w:hAnsi="Poppins" w:cs="Poppins"/>
                <w:b/>
                <w:bCs/>
              </w:rPr>
              <w:t xml:space="preserve"> bianca </w:t>
            </w:r>
            <w:r w:rsidR="00D26ABF">
              <w:rPr>
                <w:rFonts w:ascii="Poppins" w:hAnsi="Poppins" w:cs="Poppins"/>
                <w:b/>
                <w:bCs/>
              </w:rPr>
              <w:t>a</w:t>
            </w:r>
            <w:r w:rsidRPr="00AB2DCA">
              <w:rPr>
                <w:rFonts w:ascii="Poppins" w:hAnsi="Poppins" w:cs="Poppins"/>
                <w:b/>
                <w:bCs/>
              </w:rPr>
              <w:t xml:space="preserve"> parete o equivalente.</w:t>
            </w:r>
          </w:p>
        </w:tc>
      </w:tr>
      <w:tr w:rsidR="003F2412" w:rsidRPr="00DA2326" w14:paraId="18803DED" w14:textId="77777777" w:rsidTr="00EB510E">
        <w:tc>
          <w:tcPr>
            <w:tcW w:w="1208" w:type="dxa"/>
          </w:tcPr>
          <w:p w14:paraId="16F7964F" w14:textId="0AA28307" w:rsidR="003F2412" w:rsidRDefault="003F2412" w:rsidP="003F2412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07916972</w:t>
            </w:r>
          </w:p>
        </w:tc>
        <w:tc>
          <w:tcPr>
            <w:tcW w:w="1867" w:type="dxa"/>
          </w:tcPr>
          <w:p w14:paraId="3225FD92" w14:textId="0073B3F5" w:rsidR="003F2412" w:rsidRPr="00AB2DCA" w:rsidRDefault="003F2412" w:rsidP="003F2412">
            <w:pPr>
              <w:jc w:val="center"/>
              <w:rPr>
                <w:rFonts w:ascii="Poppins" w:hAnsi="Poppins" w:cs="Poppins"/>
                <w:sz w:val="20"/>
              </w:rPr>
            </w:pPr>
            <w:r w:rsidRPr="00AB2DCA">
              <w:rPr>
                <w:rFonts w:ascii="Poppins" w:hAnsi="Poppins" w:cs="Poppins"/>
                <w:sz w:val="20"/>
              </w:rPr>
              <w:t>Console Ma</w:t>
            </w:r>
            <w:r>
              <w:rPr>
                <w:rFonts w:ascii="Poppins" w:hAnsi="Poppins" w:cs="Poppins"/>
                <w:sz w:val="20"/>
              </w:rPr>
              <w:t>ster</w:t>
            </w:r>
            <w:r w:rsidRPr="00AB2DCA">
              <w:rPr>
                <w:rFonts w:ascii="Poppins" w:hAnsi="Poppins" w:cs="Poppins"/>
                <w:sz w:val="20"/>
              </w:rPr>
              <w:t xml:space="preserve"> bianca</w:t>
            </w:r>
          </w:p>
          <w:p w14:paraId="334E21BA" w14:textId="767D9D82" w:rsidR="003F2412" w:rsidRPr="0036046F" w:rsidRDefault="003F2412" w:rsidP="003F241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</w:t>
            </w:r>
            <w:r w:rsidRPr="00AB2DCA">
              <w:rPr>
                <w:rFonts w:ascii="Poppins" w:hAnsi="Poppins" w:cs="Poppins"/>
                <w:sz w:val="20"/>
              </w:rPr>
              <w:t xml:space="preserve"> parete</w:t>
            </w:r>
          </w:p>
        </w:tc>
        <w:tc>
          <w:tcPr>
            <w:tcW w:w="6525" w:type="dxa"/>
          </w:tcPr>
          <w:p w14:paraId="4C106B67" w14:textId="01CAFB24" w:rsidR="003F2412" w:rsidRPr="00AB2DCA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 xml:space="preserve">Console </w:t>
            </w:r>
            <w:r>
              <w:rPr>
                <w:rFonts w:ascii="Poppins" w:hAnsi="Poppins" w:cs="Poppins"/>
              </w:rPr>
              <w:t>Ma</w:t>
            </w:r>
            <w:r>
              <w:rPr>
                <w:rFonts w:ascii="Poppins" w:hAnsi="Poppins" w:cs="Poppins"/>
              </w:rPr>
              <w:t>ster</w:t>
            </w:r>
            <w:r w:rsidRPr="00AB2DC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per installazione a parete a copertura della scatola a 3 moduli standard 503</w:t>
            </w:r>
            <w:r w:rsidRPr="00AB2DCA">
              <w:rPr>
                <w:rFonts w:ascii="Poppins" w:hAnsi="Poppins" w:cs="Poppins"/>
              </w:rPr>
              <w:t>.</w:t>
            </w:r>
          </w:p>
          <w:p w14:paraId="2CF52CE7" w14:textId="77777777" w:rsidR="003F2412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Colore: bianco.</w:t>
            </w:r>
          </w:p>
          <w:p w14:paraId="54C875A1" w14:textId="77777777" w:rsidR="003F2412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95587EB" w14:textId="090E52C5" w:rsidR="003F2412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È un supervisore per sistemi </w:t>
            </w:r>
            <w:r w:rsidR="003A23E0">
              <w:rPr>
                <w:rFonts w:ascii="Poppins" w:hAnsi="Poppins" w:cs="Poppins"/>
              </w:rPr>
              <w:t xml:space="preserve">intermedi </w:t>
            </w:r>
            <w:r>
              <w:rPr>
                <w:rFonts w:ascii="Poppins" w:hAnsi="Poppins" w:cs="Poppins"/>
              </w:rPr>
              <w:t xml:space="preserve">con schermo </w:t>
            </w:r>
            <w:r w:rsidR="003A23E0">
              <w:rPr>
                <w:rFonts w:ascii="Poppins" w:hAnsi="Poppins" w:cs="Poppins"/>
              </w:rPr>
              <w:t>7</w:t>
            </w:r>
            <w:r>
              <w:rPr>
                <w:rFonts w:ascii="Poppins" w:hAnsi="Poppins" w:cs="Poppins"/>
              </w:rPr>
              <w:t>” touch capacitivo, completo di connessione Wi-Fi che lo rende controllabile da remoto, tramite App Power IdroLAN 2.0.</w:t>
            </w:r>
          </w:p>
          <w:p w14:paraId="514C0176" w14:textId="46F9ADB7" w:rsidR="003F2412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È in grado di gestire al massimo 1</w:t>
            </w:r>
            <w:r w:rsidR="003A23E0">
              <w:rPr>
                <w:rFonts w:ascii="Poppins" w:hAnsi="Poppins" w:cs="Poppins"/>
              </w:rPr>
              <w:t>00</w:t>
            </w:r>
            <w:r>
              <w:rPr>
                <w:rFonts w:ascii="Poppins" w:hAnsi="Poppins" w:cs="Poppins"/>
              </w:rPr>
              <w:t xml:space="preserve"> schede Power IdroLAN</w:t>
            </w:r>
            <w:r w:rsidR="003A23E0">
              <w:rPr>
                <w:rFonts w:ascii="Poppins" w:hAnsi="Poppins" w:cs="Poppins"/>
              </w:rPr>
              <w:t xml:space="preserve"> 2.0</w:t>
            </w:r>
            <w:r>
              <w:rPr>
                <w:rFonts w:ascii="Poppins" w:hAnsi="Poppins" w:cs="Poppins"/>
              </w:rPr>
              <w:t>, collegate alla rete ModBus RTU.</w:t>
            </w:r>
          </w:p>
          <w:p w14:paraId="6BE0E375" w14:textId="77777777" w:rsidR="003F2412" w:rsidRPr="00AB2DCA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D82E64F" w14:textId="44F95CD5" w:rsidR="003F2412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 xml:space="preserve">Mediante la Console </w:t>
            </w:r>
            <w:r>
              <w:rPr>
                <w:rFonts w:ascii="Poppins" w:hAnsi="Poppins" w:cs="Poppins"/>
              </w:rPr>
              <w:t>M</w:t>
            </w:r>
            <w:r w:rsidR="00E411CA">
              <w:rPr>
                <w:rFonts w:ascii="Poppins" w:hAnsi="Poppins" w:cs="Poppins"/>
              </w:rPr>
              <w:t>aster</w:t>
            </w:r>
            <w:r w:rsidRPr="00AB2DCA">
              <w:rPr>
                <w:rFonts w:ascii="Poppins" w:hAnsi="Poppins" w:cs="Poppins"/>
              </w:rPr>
              <w:t xml:space="preserve"> è possibile controllare tutte le funzioni dell’unità terminale idronica.</w:t>
            </w:r>
          </w:p>
          <w:p w14:paraId="11CA2045" w14:textId="5F6155BA" w:rsidR="003F2412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È collegata alla scheda Power IdroLAN 2.0 attraverso un cavo a 3 fili per lo scambio di informazioni sulla rete ConsoleBus; l’alimentazione a 230 Vac</w:t>
            </w:r>
            <w:r w:rsidR="00E411CA">
              <w:rPr>
                <w:rFonts w:ascii="Poppins" w:hAnsi="Poppins" w:cs="Poppins"/>
              </w:rPr>
              <w:t xml:space="preserve"> / 24 Vdc</w:t>
            </w:r>
            <w:r>
              <w:rPr>
                <w:rFonts w:ascii="Poppins" w:hAnsi="Poppins" w:cs="Poppins"/>
              </w:rPr>
              <w:t xml:space="preserve"> </w:t>
            </w:r>
            <w:r w:rsidR="00E411CA">
              <w:rPr>
                <w:rFonts w:ascii="Poppins" w:hAnsi="Poppins" w:cs="Poppins"/>
              </w:rPr>
              <w:t>fornita in dotazione.</w:t>
            </w:r>
          </w:p>
          <w:p w14:paraId="1244BA0E" w14:textId="77777777" w:rsidR="003F2412" w:rsidRPr="00AB2DCA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1A26D65" w14:textId="77777777" w:rsidR="003F2412" w:rsidRPr="00AB2DCA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La Console è provvista di:</w:t>
            </w:r>
          </w:p>
          <w:p w14:paraId="7F4BB260" w14:textId="268896AE" w:rsidR="003F2412" w:rsidRPr="00AB2DCA" w:rsidRDefault="003F2412" w:rsidP="003F2412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 xml:space="preserve">display grafico touch TFT capacitivo da </w:t>
            </w:r>
            <w:r w:rsidR="00BD3850">
              <w:rPr>
                <w:rFonts w:ascii="Poppins" w:hAnsi="Poppins" w:cs="Poppins"/>
              </w:rPr>
              <w:t>7</w:t>
            </w:r>
            <w:r w:rsidRPr="00AB2DCA">
              <w:rPr>
                <w:rFonts w:ascii="Poppins" w:hAnsi="Poppins" w:cs="Poppins"/>
              </w:rPr>
              <w:t>” retroilluminato, semplice ed intuitivo;</w:t>
            </w:r>
          </w:p>
          <w:p w14:paraId="1607024A" w14:textId="77777777" w:rsidR="003F2412" w:rsidRPr="00AB2DCA" w:rsidRDefault="003F2412" w:rsidP="003F2412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</w:rPr>
              <w:t>comandi touch per l’impostazione dei parametri e delle modalità di funzionamento dell’unità terminale (stato On/Off/Economy, set-point, modalità di funzionamento Raffreddamento/Riscaldamento/Ventilazione, selezione della velocità del ventilatore, programmazione settimanale);</w:t>
            </w:r>
          </w:p>
          <w:p w14:paraId="655B8C9B" w14:textId="77777777" w:rsidR="009A1A56" w:rsidRDefault="009A1A56" w:rsidP="003F2412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configurazione di varie zone e gruppi di zone;</w:t>
            </w:r>
          </w:p>
          <w:p w14:paraId="25EF9CA3" w14:textId="6BC6185A" w:rsidR="003F2412" w:rsidRDefault="009A1A56" w:rsidP="003F2412">
            <w:pPr>
              <w:pStyle w:val="Testocomment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creazione di diversi utenti su 2 livelli: admin e operatore</w:t>
            </w:r>
            <w:r w:rsidR="003F2412">
              <w:rPr>
                <w:rFonts w:ascii="Poppins" w:hAnsi="Poppins" w:cs="Poppins"/>
              </w:rPr>
              <w:t>.</w:t>
            </w:r>
          </w:p>
          <w:p w14:paraId="7458E530" w14:textId="77777777" w:rsidR="003F2412" w:rsidRPr="009C53E5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770ABEB" w14:textId="7FF20EE2" w:rsidR="003F2412" w:rsidRPr="001E471C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AB2DCA">
              <w:rPr>
                <w:rFonts w:ascii="Poppins" w:hAnsi="Poppins" w:cs="Poppins"/>
                <w:b/>
                <w:bCs/>
              </w:rPr>
              <w:t xml:space="preserve">Marca Emmeti - Modello Console </w:t>
            </w:r>
            <w:r>
              <w:rPr>
                <w:rFonts w:ascii="Poppins" w:hAnsi="Poppins" w:cs="Poppins"/>
                <w:b/>
                <w:bCs/>
              </w:rPr>
              <w:t>Ma</w:t>
            </w:r>
            <w:r w:rsidR="00F3727D">
              <w:rPr>
                <w:rFonts w:ascii="Poppins" w:hAnsi="Poppins" w:cs="Poppins"/>
                <w:b/>
                <w:bCs/>
              </w:rPr>
              <w:t>ster</w:t>
            </w:r>
            <w:r w:rsidRPr="00AB2DCA">
              <w:rPr>
                <w:rFonts w:ascii="Poppins" w:hAnsi="Poppins" w:cs="Poppins"/>
                <w:b/>
                <w:bCs/>
              </w:rPr>
              <w:t xml:space="preserve"> bianca </w:t>
            </w:r>
            <w:r>
              <w:rPr>
                <w:rFonts w:ascii="Poppins" w:hAnsi="Poppins" w:cs="Poppins"/>
                <w:b/>
                <w:bCs/>
              </w:rPr>
              <w:t>a</w:t>
            </w:r>
            <w:r w:rsidRPr="00AB2DCA">
              <w:rPr>
                <w:rFonts w:ascii="Poppins" w:hAnsi="Poppins" w:cs="Poppins"/>
                <w:b/>
                <w:bCs/>
              </w:rPr>
              <w:t xml:space="preserve"> parete o equivalente.</w:t>
            </w:r>
          </w:p>
        </w:tc>
      </w:tr>
      <w:tr w:rsidR="003F2412" w:rsidRPr="00DA2326" w14:paraId="7BD1EB35" w14:textId="77777777" w:rsidTr="00EB510E">
        <w:tc>
          <w:tcPr>
            <w:tcW w:w="1208" w:type="dxa"/>
          </w:tcPr>
          <w:p w14:paraId="0D13542F" w14:textId="656AB352" w:rsidR="003F2412" w:rsidRDefault="003F2412" w:rsidP="003F2412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07916910</w:t>
            </w:r>
          </w:p>
        </w:tc>
        <w:tc>
          <w:tcPr>
            <w:tcW w:w="1867" w:type="dxa"/>
          </w:tcPr>
          <w:p w14:paraId="2B34FD9A" w14:textId="77777777" w:rsidR="003F2412" w:rsidRPr="00DA556C" w:rsidRDefault="003F2412" w:rsidP="003F2412">
            <w:pPr>
              <w:jc w:val="center"/>
              <w:rPr>
                <w:rFonts w:ascii="Poppins" w:hAnsi="Poppins" w:cs="Poppins"/>
                <w:sz w:val="20"/>
              </w:rPr>
            </w:pPr>
            <w:r w:rsidRPr="00DA556C">
              <w:rPr>
                <w:rFonts w:ascii="Poppins" w:hAnsi="Poppins" w:cs="Poppins"/>
                <w:sz w:val="20"/>
              </w:rPr>
              <w:t>Sonda aria</w:t>
            </w:r>
          </w:p>
          <w:p w14:paraId="39914A58" w14:textId="23FC8D5C" w:rsidR="003F2412" w:rsidRPr="0036046F" w:rsidRDefault="003F2412" w:rsidP="003F2412">
            <w:pPr>
              <w:jc w:val="center"/>
              <w:rPr>
                <w:rFonts w:ascii="Poppins" w:hAnsi="Poppins" w:cs="Poppins"/>
                <w:sz w:val="20"/>
              </w:rPr>
            </w:pPr>
            <w:r w:rsidRPr="00DA556C">
              <w:rPr>
                <w:rFonts w:ascii="Poppins" w:hAnsi="Poppins" w:cs="Poppins"/>
                <w:sz w:val="20"/>
              </w:rPr>
              <w:t>AS</w:t>
            </w:r>
          </w:p>
        </w:tc>
        <w:tc>
          <w:tcPr>
            <w:tcW w:w="6525" w:type="dxa"/>
          </w:tcPr>
          <w:p w14:paraId="05411697" w14:textId="77777777" w:rsidR="003F2412" w:rsidRPr="006E502D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E502D">
              <w:rPr>
                <w:rFonts w:ascii="Poppins" w:hAnsi="Poppins" w:cs="Poppins"/>
              </w:rPr>
              <w:t>Sonda aria con cavo di lunghezza 1 m.</w:t>
            </w:r>
          </w:p>
          <w:p w14:paraId="2D0C63CA" w14:textId="77777777" w:rsidR="003F2412" w:rsidRPr="006E502D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5DDDF73" w14:textId="531688BB" w:rsidR="003F2412" w:rsidRPr="006E502D" w:rsidRDefault="003F2412" w:rsidP="003F2412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6E502D">
              <w:rPr>
                <w:rFonts w:ascii="Poppins" w:hAnsi="Poppins" w:cs="Poppins"/>
                <w:b/>
                <w:bCs/>
              </w:rPr>
              <w:t>Marca E</w:t>
            </w:r>
            <w:r>
              <w:rPr>
                <w:rFonts w:ascii="Poppins" w:hAnsi="Poppins" w:cs="Poppins"/>
                <w:b/>
                <w:bCs/>
              </w:rPr>
              <w:t>mmeti</w:t>
            </w:r>
            <w:r w:rsidRPr="006E502D">
              <w:rPr>
                <w:rFonts w:ascii="Poppins" w:hAnsi="Poppins" w:cs="Poppins"/>
                <w:b/>
                <w:bCs/>
              </w:rPr>
              <w:t xml:space="preserve"> – Modello Sonda aria AS o equivalente</w:t>
            </w:r>
            <w:r w:rsidRPr="006E502D"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3F2412" w:rsidRPr="00DA2326" w14:paraId="22DA01FA" w14:textId="77777777" w:rsidTr="00EB510E">
        <w:tc>
          <w:tcPr>
            <w:tcW w:w="1208" w:type="dxa"/>
          </w:tcPr>
          <w:p w14:paraId="06A47B0C" w14:textId="496E344B" w:rsidR="003F2412" w:rsidRDefault="003F2412" w:rsidP="003F2412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07916920</w:t>
            </w:r>
          </w:p>
        </w:tc>
        <w:tc>
          <w:tcPr>
            <w:tcW w:w="1867" w:type="dxa"/>
          </w:tcPr>
          <w:p w14:paraId="06ADB4CD" w14:textId="77777777" w:rsidR="003F2412" w:rsidRPr="002B2B64" w:rsidRDefault="003F2412" w:rsidP="003F2412">
            <w:pPr>
              <w:jc w:val="center"/>
              <w:rPr>
                <w:rFonts w:ascii="Poppins" w:hAnsi="Poppins" w:cs="Poppins"/>
                <w:sz w:val="20"/>
              </w:rPr>
            </w:pPr>
            <w:r w:rsidRPr="002B2B64">
              <w:rPr>
                <w:rFonts w:ascii="Poppins" w:hAnsi="Poppins" w:cs="Poppins"/>
                <w:sz w:val="20"/>
              </w:rPr>
              <w:t>Sonda acqua</w:t>
            </w:r>
          </w:p>
          <w:p w14:paraId="6F111DC0" w14:textId="41B6AA0A" w:rsidR="003F2412" w:rsidRPr="0036046F" w:rsidRDefault="003F2412" w:rsidP="003F2412">
            <w:pPr>
              <w:jc w:val="center"/>
              <w:rPr>
                <w:rFonts w:ascii="Poppins" w:hAnsi="Poppins" w:cs="Poppins"/>
                <w:sz w:val="20"/>
              </w:rPr>
            </w:pPr>
            <w:r w:rsidRPr="002B2B64">
              <w:rPr>
                <w:rFonts w:ascii="Poppins" w:hAnsi="Poppins" w:cs="Poppins"/>
                <w:sz w:val="20"/>
              </w:rPr>
              <w:t>WS</w:t>
            </w:r>
          </w:p>
        </w:tc>
        <w:tc>
          <w:tcPr>
            <w:tcW w:w="6525" w:type="dxa"/>
          </w:tcPr>
          <w:p w14:paraId="3366FF37" w14:textId="77777777" w:rsidR="003F2412" w:rsidRPr="002B2B64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B2B64">
              <w:rPr>
                <w:rFonts w:ascii="Poppins" w:hAnsi="Poppins" w:cs="Poppins"/>
              </w:rPr>
              <w:t>Sonda acqua con cavo di lunghezza 3 m.</w:t>
            </w:r>
          </w:p>
          <w:p w14:paraId="1159A432" w14:textId="77777777" w:rsidR="003F2412" w:rsidRPr="002B2B64" w:rsidRDefault="003F2412" w:rsidP="003F2412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EAF36E6" w14:textId="07D6AFFB" w:rsidR="003F2412" w:rsidRPr="002B2B64" w:rsidRDefault="003F2412" w:rsidP="003F2412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2B2B64">
              <w:rPr>
                <w:rFonts w:ascii="Poppins" w:hAnsi="Poppins" w:cs="Poppins"/>
                <w:b/>
                <w:bCs/>
              </w:rPr>
              <w:t>Marca E</w:t>
            </w:r>
            <w:r>
              <w:rPr>
                <w:rFonts w:ascii="Poppins" w:hAnsi="Poppins" w:cs="Poppins"/>
                <w:b/>
                <w:bCs/>
              </w:rPr>
              <w:t>mmeti</w:t>
            </w:r>
            <w:r w:rsidRPr="002B2B64">
              <w:rPr>
                <w:rFonts w:ascii="Poppins" w:hAnsi="Poppins" w:cs="Poppins"/>
                <w:b/>
                <w:bCs/>
              </w:rPr>
              <w:t xml:space="preserve"> – Modello Sonda a</w:t>
            </w:r>
            <w:r>
              <w:rPr>
                <w:rFonts w:ascii="Poppins" w:hAnsi="Poppins" w:cs="Poppins"/>
                <w:b/>
                <w:bCs/>
              </w:rPr>
              <w:t xml:space="preserve">cqua </w:t>
            </w:r>
            <w:r w:rsidRPr="002B2B64">
              <w:rPr>
                <w:rFonts w:ascii="Poppins" w:hAnsi="Poppins" w:cs="Poppins"/>
                <w:b/>
                <w:bCs/>
              </w:rPr>
              <w:t>WS o equivalente</w:t>
            </w:r>
            <w:r w:rsidRPr="002B2B64">
              <w:rPr>
                <w:rFonts w:ascii="Poppins" w:hAnsi="Poppins" w:cs="Poppins"/>
                <w:b/>
                <w:bCs/>
              </w:rPr>
              <w:t>.</w:t>
            </w:r>
          </w:p>
        </w:tc>
      </w:tr>
    </w:tbl>
    <w:p w14:paraId="13325E32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EC52" w14:textId="77777777" w:rsidR="00581479" w:rsidRDefault="00581479">
      <w:r>
        <w:separator/>
      </w:r>
    </w:p>
  </w:endnote>
  <w:endnote w:type="continuationSeparator" w:id="0">
    <w:p w14:paraId="3090A765" w14:textId="77777777" w:rsidR="00581479" w:rsidRDefault="0058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DD5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5E4FCC5C" w14:textId="77777777" w:rsidTr="004706FD">
      <w:tc>
        <w:tcPr>
          <w:tcW w:w="4534" w:type="dxa"/>
        </w:tcPr>
        <w:p w14:paraId="75A60B68" w14:textId="60941F3D" w:rsidR="00C86331" w:rsidRPr="00C86331" w:rsidRDefault="00CE7C2F" w:rsidP="00AE695B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noProof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C47C1">
            <w:rPr>
              <w:rFonts w:ascii="Poppins" w:hAnsi="Poppins" w:cs="Poppins"/>
              <w:iCs/>
              <w:sz w:val="16"/>
            </w:rPr>
            <w:t>Termoregolatore Power IdroLAN 2.0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7E109C79" w14:textId="17F2F291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D0D3D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65FCFBF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EE0B973" wp14:editId="4E3747C5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C36A" w14:textId="77777777" w:rsidR="00581479" w:rsidRDefault="00581479">
      <w:r>
        <w:separator/>
      </w:r>
    </w:p>
  </w:footnote>
  <w:footnote w:type="continuationSeparator" w:id="0">
    <w:p w14:paraId="1733F15A" w14:textId="77777777" w:rsidR="00581479" w:rsidRDefault="00581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A8E8A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51463C84" wp14:editId="0E8C7E94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5E0B0A0A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688D0D87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064CE377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F89"/>
    <w:multiLevelType w:val="hybridMultilevel"/>
    <w:tmpl w:val="E6DE8DC4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07185"/>
    <w:multiLevelType w:val="hybridMultilevel"/>
    <w:tmpl w:val="958ECF56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11917"/>
    <w:multiLevelType w:val="hybridMultilevel"/>
    <w:tmpl w:val="772C413E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27603"/>
    <w:multiLevelType w:val="hybridMultilevel"/>
    <w:tmpl w:val="563007D6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3327B"/>
    <w:multiLevelType w:val="hybridMultilevel"/>
    <w:tmpl w:val="C78A7EB0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D1096"/>
    <w:multiLevelType w:val="hybridMultilevel"/>
    <w:tmpl w:val="F4180454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F1F14"/>
    <w:multiLevelType w:val="hybridMultilevel"/>
    <w:tmpl w:val="0900AEEA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E5A79"/>
    <w:multiLevelType w:val="hybridMultilevel"/>
    <w:tmpl w:val="3E021DAA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A2192"/>
    <w:multiLevelType w:val="hybridMultilevel"/>
    <w:tmpl w:val="18BA1B9A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21BA7"/>
    <w:multiLevelType w:val="hybridMultilevel"/>
    <w:tmpl w:val="F796B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750FB"/>
    <w:multiLevelType w:val="hybridMultilevel"/>
    <w:tmpl w:val="002874A2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876EB"/>
    <w:multiLevelType w:val="hybridMultilevel"/>
    <w:tmpl w:val="D8920BB6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A5C91"/>
    <w:multiLevelType w:val="hybridMultilevel"/>
    <w:tmpl w:val="263C56BC"/>
    <w:lvl w:ilvl="0" w:tplc="65F85AEA">
      <w:start w:val="2"/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05690"/>
    <w:multiLevelType w:val="hybridMultilevel"/>
    <w:tmpl w:val="4A9CC7E8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053B5"/>
    <w:multiLevelType w:val="hybridMultilevel"/>
    <w:tmpl w:val="F6AEF752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C4B22"/>
    <w:multiLevelType w:val="hybridMultilevel"/>
    <w:tmpl w:val="204C6EF8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759F1"/>
    <w:multiLevelType w:val="hybridMultilevel"/>
    <w:tmpl w:val="710430B4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F43F0"/>
    <w:multiLevelType w:val="hybridMultilevel"/>
    <w:tmpl w:val="00CE2FDA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61E82"/>
    <w:multiLevelType w:val="hybridMultilevel"/>
    <w:tmpl w:val="96C81D44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24A4C"/>
    <w:multiLevelType w:val="hybridMultilevel"/>
    <w:tmpl w:val="F660459C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F10110"/>
    <w:multiLevelType w:val="hybridMultilevel"/>
    <w:tmpl w:val="03B8227E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70F4F"/>
    <w:multiLevelType w:val="hybridMultilevel"/>
    <w:tmpl w:val="1A16FFCE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810B7A"/>
    <w:multiLevelType w:val="hybridMultilevel"/>
    <w:tmpl w:val="0AFA5CD4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63B64"/>
    <w:multiLevelType w:val="hybridMultilevel"/>
    <w:tmpl w:val="64300D14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E27C9"/>
    <w:multiLevelType w:val="hybridMultilevel"/>
    <w:tmpl w:val="ED64CEA2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E0A53"/>
    <w:multiLevelType w:val="hybridMultilevel"/>
    <w:tmpl w:val="618EFD3E"/>
    <w:lvl w:ilvl="0" w:tplc="37FAC2C4">
      <w:start w:val="2"/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43FC8"/>
    <w:multiLevelType w:val="hybridMultilevel"/>
    <w:tmpl w:val="192889D6"/>
    <w:lvl w:ilvl="0" w:tplc="FCF4AA8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071999">
    <w:abstractNumId w:val="20"/>
  </w:num>
  <w:num w:numId="2" w16cid:durableId="987830463">
    <w:abstractNumId w:val="19"/>
  </w:num>
  <w:num w:numId="3" w16cid:durableId="508523977">
    <w:abstractNumId w:val="7"/>
  </w:num>
  <w:num w:numId="4" w16cid:durableId="842820075">
    <w:abstractNumId w:val="10"/>
  </w:num>
  <w:num w:numId="5" w16cid:durableId="51781343">
    <w:abstractNumId w:val="21"/>
  </w:num>
  <w:num w:numId="6" w16cid:durableId="165442711">
    <w:abstractNumId w:val="6"/>
  </w:num>
  <w:num w:numId="7" w16cid:durableId="1536387169">
    <w:abstractNumId w:val="3"/>
  </w:num>
  <w:num w:numId="8" w16cid:durableId="934826559">
    <w:abstractNumId w:val="0"/>
  </w:num>
  <w:num w:numId="9" w16cid:durableId="1788812313">
    <w:abstractNumId w:val="12"/>
  </w:num>
  <w:num w:numId="10" w16cid:durableId="148983747">
    <w:abstractNumId w:val="18"/>
  </w:num>
  <w:num w:numId="11" w16cid:durableId="1916818141">
    <w:abstractNumId w:val="8"/>
  </w:num>
  <w:num w:numId="12" w16cid:durableId="2144761795">
    <w:abstractNumId w:val="23"/>
  </w:num>
  <w:num w:numId="13" w16cid:durableId="724640578">
    <w:abstractNumId w:val="17"/>
  </w:num>
  <w:num w:numId="14" w16cid:durableId="1110395474">
    <w:abstractNumId w:val="27"/>
  </w:num>
  <w:num w:numId="15" w16cid:durableId="196697476">
    <w:abstractNumId w:val="26"/>
  </w:num>
  <w:num w:numId="16" w16cid:durableId="342321527">
    <w:abstractNumId w:val="14"/>
  </w:num>
  <w:num w:numId="17" w16cid:durableId="541599476">
    <w:abstractNumId w:val="2"/>
  </w:num>
  <w:num w:numId="18" w16cid:durableId="1893420027">
    <w:abstractNumId w:val="11"/>
  </w:num>
  <w:num w:numId="19" w16cid:durableId="2074767177">
    <w:abstractNumId w:val="1"/>
  </w:num>
  <w:num w:numId="20" w16cid:durableId="1436897843">
    <w:abstractNumId w:val="16"/>
  </w:num>
  <w:num w:numId="21" w16cid:durableId="341664040">
    <w:abstractNumId w:val="4"/>
  </w:num>
  <w:num w:numId="22" w16cid:durableId="730813188">
    <w:abstractNumId w:val="29"/>
  </w:num>
  <w:num w:numId="23" w16cid:durableId="1175344749">
    <w:abstractNumId w:val="22"/>
  </w:num>
  <w:num w:numId="24" w16cid:durableId="733897432">
    <w:abstractNumId w:val="15"/>
  </w:num>
  <w:num w:numId="25" w16cid:durableId="1432697704">
    <w:abstractNumId w:val="24"/>
  </w:num>
  <w:num w:numId="26" w16cid:durableId="232474604">
    <w:abstractNumId w:val="25"/>
  </w:num>
  <w:num w:numId="27" w16cid:durableId="1864241440">
    <w:abstractNumId w:val="9"/>
  </w:num>
  <w:num w:numId="28" w16cid:durableId="1154102569">
    <w:abstractNumId w:val="5"/>
  </w:num>
  <w:num w:numId="29" w16cid:durableId="2019190791">
    <w:abstractNumId w:val="28"/>
  </w:num>
  <w:num w:numId="30" w16cid:durableId="21019016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2BA"/>
    <w:rsid w:val="00076D36"/>
    <w:rsid w:val="000A1736"/>
    <w:rsid w:val="000B6932"/>
    <w:rsid w:val="000C52FA"/>
    <w:rsid w:val="000E15FA"/>
    <w:rsid w:val="000F5EE1"/>
    <w:rsid w:val="000F7A52"/>
    <w:rsid w:val="000F7A85"/>
    <w:rsid w:val="00103A0D"/>
    <w:rsid w:val="001441C6"/>
    <w:rsid w:val="001450AB"/>
    <w:rsid w:val="001620E3"/>
    <w:rsid w:val="00171DAE"/>
    <w:rsid w:val="001927E0"/>
    <w:rsid w:val="00195A49"/>
    <w:rsid w:val="001B6644"/>
    <w:rsid w:val="001D5409"/>
    <w:rsid w:val="001E471C"/>
    <w:rsid w:val="001F18FC"/>
    <w:rsid w:val="001F3C3D"/>
    <w:rsid w:val="001F782F"/>
    <w:rsid w:val="0023000E"/>
    <w:rsid w:val="002346C2"/>
    <w:rsid w:val="0025474F"/>
    <w:rsid w:val="002548BD"/>
    <w:rsid w:val="00264BCF"/>
    <w:rsid w:val="0028448D"/>
    <w:rsid w:val="002862D2"/>
    <w:rsid w:val="00296600"/>
    <w:rsid w:val="002A64B0"/>
    <w:rsid w:val="002B19B1"/>
    <w:rsid w:val="002B2B64"/>
    <w:rsid w:val="002B5D63"/>
    <w:rsid w:val="002D3C45"/>
    <w:rsid w:val="003333BC"/>
    <w:rsid w:val="00344430"/>
    <w:rsid w:val="003524C7"/>
    <w:rsid w:val="0035525D"/>
    <w:rsid w:val="00356864"/>
    <w:rsid w:val="00357812"/>
    <w:rsid w:val="0036046F"/>
    <w:rsid w:val="00387009"/>
    <w:rsid w:val="00392D51"/>
    <w:rsid w:val="003A23E0"/>
    <w:rsid w:val="003C094D"/>
    <w:rsid w:val="003C0E8B"/>
    <w:rsid w:val="003D0D3D"/>
    <w:rsid w:val="003F2412"/>
    <w:rsid w:val="003F52C0"/>
    <w:rsid w:val="00411358"/>
    <w:rsid w:val="00433C12"/>
    <w:rsid w:val="0044592F"/>
    <w:rsid w:val="004706FD"/>
    <w:rsid w:val="00474537"/>
    <w:rsid w:val="0048382E"/>
    <w:rsid w:val="004C0CA3"/>
    <w:rsid w:val="004D4E95"/>
    <w:rsid w:val="004E5B7C"/>
    <w:rsid w:val="00531A57"/>
    <w:rsid w:val="00536743"/>
    <w:rsid w:val="005403D6"/>
    <w:rsid w:val="00581479"/>
    <w:rsid w:val="005C61B9"/>
    <w:rsid w:val="005F0EAD"/>
    <w:rsid w:val="005F764B"/>
    <w:rsid w:val="00610639"/>
    <w:rsid w:val="00615DB2"/>
    <w:rsid w:val="00621E48"/>
    <w:rsid w:val="006652F4"/>
    <w:rsid w:val="006967B3"/>
    <w:rsid w:val="006B218C"/>
    <w:rsid w:val="006B29B1"/>
    <w:rsid w:val="006D044B"/>
    <w:rsid w:val="006D4FDF"/>
    <w:rsid w:val="006E502D"/>
    <w:rsid w:val="006E5C4B"/>
    <w:rsid w:val="006F1812"/>
    <w:rsid w:val="006F6AB3"/>
    <w:rsid w:val="0071067E"/>
    <w:rsid w:val="00710BB8"/>
    <w:rsid w:val="00727388"/>
    <w:rsid w:val="00736045"/>
    <w:rsid w:val="00745AB1"/>
    <w:rsid w:val="0074712F"/>
    <w:rsid w:val="0075638D"/>
    <w:rsid w:val="00782096"/>
    <w:rsid w:val="00796713"/>
    <w:rsid w:val="007C2F50"/>
    <w:rsid w:val="007D5EC7"/>
    <w:rsid w:val="007E7665"/>
    <w:rsid w:val="007F1215"/>
    <w:rsid w:val="007F76BE"/>
    <w:rsid w:val="0080323F"/>
    <w:rsid w:val="00806ACB"/>
    <w:rsid w:val="00810A85"/>
    <w:rsid w:val="00830828"/>
    <w:rsid w:val="00837983"/>
    <w:rsid w:val="008436A1"/>
    <w:rsid w:val="00844BBC"/>
    <w:rsid w:val="00856910"/>
    <w:rsid w:val="00867692"/>
    <w:rsid w:val="0089470E"/>
    <w:rsid w:val="008A2C0A"/>
    <w:rsid w:val="008B5587"/>
    <w:rsid w:val="008D1EE7"/>
    <w:rsid w:val="00923354"/>
    <w:rsid w:val="00931A8A"/>
    <w:rsid w:val="009325D4"/>
    <w:rsid w:val="009402ED"/>
    <w:rsid w:val="00941A26"/>
    <w:rsid w:val="00942B09"/>
    <w:rsid w:val="009507F4"/>
    <w:rsid w:val="00954EA7"/>
    <w:rsid w:val="00955DD0"/>
    <w:rsid w:val="00967190"/>
    <w:rsid w:val="00992282"/>
    <w:rsid w:val="009A1A56"/>
    <w:rsid w:val="009A219D"/>
    <w:rsid w:val="009A67A0"/>
    <w:rsid w:val="009C1166"/>
    <w:rsid w:val="009C53E5"/>
    <w:rsid w:val="009C6020"/>
    <w:rsid w:val="009E07DC"/>
    <w:rsid w:val="009E250A"/>
    <w:rsid w:val="009E2742"/>
    <w:rsid w:val="00A06A5E"/>
    <w:rsid w:val="00A216E2"/>
    <w:rsid w:val="00A37B74"/>
    <w:rsid w:val="00A62A77"/>
    <w:rsid w:val="00A7148F"/>
    <w:rsid w:val="00A71CC6"/>
    <w:rsid w:val="00A743FF"/>
    <w:rsid w:val="00AA6829"/>
    <w:rsid w:val="00AB2DCA"/>
    <w:rsid w:val="00AB2F18"/>
    <w:rsid w:val="00AC0741"/>
    <w:rsid w:val="00AD05EC"/>
    <w:rsid w:val="00AD0A0A"/>
    <w:rsid w:val="00AD1706"/>
    <w:rsid w:val="00AE695B"/>
    <w:rsid w:val="00B65135"/>
    <w:rsid w:val="00B7475F"/>
    <w:rsid w:val="00B74D14"/>
    <w:rsid w:val="00B93CD1"/>
    <w:rsid w:val="00BA3221"/>
    <w:rsid w:val="00BD14D8"/>
    <w:rsid w:val="00BD3850"/>
    <w:rsid w:val="00BF1E16"/>
    <w:rsid w:val="00C203AE"/>
    <w:rsid w:val="00C233C1"/>
    <w:rsid w:val="00C25698"/>
    <w:rsid w:val="00C27DFF"/>
    <w:rsid w:val="00C437EE"/>
    <w:rsid w:val="00C55FF9"/>
    <w:rsid w:val="00C86331"/>
    <w:rsid w:val="00C8796F"/>
    <w:rsid w:val="00C93402"/>
    <w:rsid w:val="00CB1475"/>
    <w:rsid w:val="00CC31A7"/>
    <w:rsid w:val="00CD3B24"/>
    <w:rsid w:val="00CE7C2F"/>
    <w:rsid w:val="00D01346"/>
    <w:rsid w:val="00D061A5"/>
    <w:rsid w:val="00D16D29"/>
    <w:rsid w:val="00D178ED"/>
    <w:rsid w:val="00D17F30"/>
    <w:rsid w:val="00D243A0"/>
    <w:rsid w:val="00D26ABF"/>
    <w:rsid w:val="00D440AE"/>
    <w:rsid w:val="00D91564"/>
    <w:rsid w:val="00DA556C"/>
    <w:rsid w:val="00DA5FF4"/>
    <w:rsid w:val="00DC054F"/>
    <w:rsid w:val="00DD2E16"/>
    <w:rsid w:val="00DD7057"/>
    <w:rsid w:val="00DE5C0B"/>
    <w:rsid w:val="00DE63ED"/>
    <w:rsid w:val="00E0664A"/>
    <w:rsid w:val="00E07577"/>
    <w:rsid w:val="00E36C49"/>
    <w:rsid w:val="00E411CA"/>
    <w:rsid w:val="00E42389"/>
    <w:rsid w:val="00E57F66"/>
    <w:rsid w:val="00E6066A"/>
    <w:rsid w:val="00E70C1B"/>
    <w:rsid w:val="00E836FE"/>
    <w:rsid w:val="00EA01C8"/>
    <w:rsid w:val="00EB14E3"/>
    <w:rsid w:val="00EB33B9"/>
    <w:rsid w:val="00EC29FF"/>
    <w:rsid w:val="00EC47C1"/>
    <w:rsid w:val="00EF73E5"/>
    <w:rsid w:val="00F10F5C"/>
    <w:rsid w:val="00F3727D"/>
    <w:rsid w:val="00F50F65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C31115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D50B6-2FED-4A15-8BA6-2536CFAF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12440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71</cp:revision>
  <cp:lastPrinted>2024-01-29T12:52:00Z</cp:lastPrinted>
  <dcterms:created xsi:type="dcterms:W3CDTF">2024-08-29T06:51:00Z</dcterms:created>
  <dcterms:modified xsi:type="dcterms:W3CDTF">2024-08-29T09:04:00Z</dcterms:modified>
</cp:coreProperties>
</file>